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XSpec="right" w:tblpY="73"/>
        <w:tblW w:w="0" w:type="auto"/>
        <w:tblInd w:w="0" w:type="dxa"/>
        <w:tblLook w:val="04A0" w:firstRow="1" w:lastRow="0" w:firstColumn="1" w:lastColumn="0" w:noHBand="0" w:noVBand="1"/>
      </w:tblPr>
      <w:tblGrid>
        <w:gridCol w:w="2709"/>
        <w:gridCol w:w="5524"/>
      </w:tblGrid>
      <w:tr w:rsidR="008B3696" w:rsidTr="00265DF0">
        <w:trPr>
          <w:trHeight w:val="557"/>
        </w:trPr>
        <w:tc>
          <w:tcPr>
            <w:tcW w:w="2709" w:type="dxa"/>
            <w:tcBorders>
              <w:top w:val="single" w:sz="4" w:space="0" w:color="auto"/>
              <w:left w:val="single" w:sz="4" w:space="0" w:color="auto"/>
              <w:bottom w:val="single" w:sz="4" w:space="0" w:color="auto"/>
              <w:right w:val="single" w:sz="4" w:space="0" w:color="auto"/>
            </w:tcBorders>
            <w:vAlign w:val="center"/>
            <w:hideMark/>
          </w:tcPr>
          <w:p w:rsidR="008B3696" w:rsidRDefault="008B3696" w:rsidP="00265DF0">
            <w:pPr>
              <w:spacing w:line="240" w:lineRule="auto"/>
              <w:jc w:val="center"/>
              <w:rPr>
                <w:b/>
                <w:sz w:val="28"/>
                <w:szCs w:val="28"/>
              </w:rPr>
            </w:pPr>
            <w:r>
              <w:rPr>
                <w:b/>
                <w:sz w:val="28"/>
                <w:szCs w:val="28"/>
              </w:rPr>
              <w:t>FORM – PCAQ 170</w:t>
            </w:r>
          </w:p>
        </w:tc>
        <w:tc>
          <w:tcPr>
            <w:tcW w:w="5524" w:type="dxa"/>
            <w:tcBorders>
              <w:top w:val="single" w:sz="4" w:space="0" w:color="auto"/>
              <w:left w:val="single" w:sz="4" w:space="0" w:color="auto"/>
              <w:bottom w:val="single" w:sz="4" w:space="0" w:color="auto"/>
              <w:right w:val="single" w:sz="4" w:space="0" w:color="auto"/>
            </w:tcBorders>
            <w:vAlign w:val="center"/>
            <w:hideMark/>
          </w:tcPr>
          <w:p w:rsidR="008B3696" w:rsidRDefault="008B3696" w:rsidP="00265DF0">
            <w:pPr>
              <w:spacing w:line="240" w:lineRule="auto"/>
              <w:jc w:val="center"/>
              <w:rPr>
                <w:b/>
                <w:sz w:val="28"/>
                <w:szCs w:val="28"/>
              </w:rPr>
            </w:pPr>
            <w:r>
              <w:rPr>
                <w:b/>
                <w:sz w:val="28"/>
                <w:szCs w:val="28"/>
              </w:rPr>
              <w:t>Horse Health Declaration Form</w:t>
            </w:r>
          </w:p>
        </w:tc>
      </w:tr>
    </w:tbl>
    <w:p w:rsidR="00A96DDC" w:rsidRDefault="00A96DDC" w:rsidP="00A96DDC">
      <w:r>
        <w:rPr>
          <w:noProof/>
          <w:lang w:eastAsia="en-AU"/>
        </w:rPr>
        <w:drawing>
          <wp:anchor distT="0" distB="0" distL="114300" distR="114300" simplePos="0" relativeHeight="251659264" behindDoc="0" locked="0" layoutInCell="1" allowOverlap="1">
            <wp:simplePos x="0" y="0"/>
            <wp:positionH relativeFrom="margin">
              <wp:posOffset>57150</wp:posOffset>
            </wp:positionH>
            <wp:positionV relativeFrom="paragraph">
              <wp:posOffset>-18415</wp:posOffset>
            </wp:positionV>
            <wp:extent cx="707390" cy="7334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7390" cy="733425"/>
                    </a:xfrm>
                    <a:prstGeom prst="rect">
                      <a:avLst/>
                    </a:prstGeom>
                    <a:noFill/>
                  </pic:spPr>
                </pic:pic>
              </a:graphicData>
            </a:graphic>
            <wp14:sizeRelH relativeFrom="page">
              <wp14:pctWidth>0</wp14:pctWidth>
            </wp14:sizeRelH>
            <wp14:sizeRelV relativeFrom="page">
              <wp14:pctHeight>0</wp14:pctHeight>
            </wp14:sizeRelV>
          </wp:anchor>
        </w:drawing>
      </w:r>
    </w:p>
    <w:p w:rsidR="00A96DDC" w:rsidRDefault="00A96DDC" w:rsidP="008B727D">
      <w:pPr>
        <w:jc w:val="right"/>
      </w:pPr>
    </w:p>
    <w:p w:rsidR="00A96DDC" w:rsidRPr="008B727D" w:rsidRDefault="008B727D" w:rsidP="008B727D">
      <w:pPr>
        <w:tabs>
          <w:tab w:val="left" w:pos="1950"/>
        </w:tabs>
        <w:rPr>
          <w:b/>
        </w:rPr>
      </w:pPr>
      <w:r>
        <w:tab/>
      </w:r>
      <w:r w:rsidRPr="008B727D">
        <w:rPr>
          <w:b/>
        </w:rPr>
        <w:t>EVENT</w:t>
      </w:r>
      <w:r>
        <w:rPr>
          <w:b/>
        </w:rPr>
        <w:t xml:space="preserve"> NAME:</w:t>
      </w:r>
      <w:r w:rsidR="00265DF0">
        <w:rPr>
          <w:b/>
        </w:rPr>
        <w:tab/>
      </w:r>
      <w:r w:rsidR="00255CAD">
        <w:rPr>
          <w:rStyle w:val="PlaceholderText"/>
        </w:rPr>
        <w:t>____________________________________________________________</w:t>
      </w:r>
    </w:p>
    <w:p w:rsidR="00A96DDC" w:rsidRDefault="00A96DDC" w:rsidP="00A96DDC">
      <w:pPr>
        <w:rPr>
          <w:b/>
        </w:rPr>
      </w:pPr>
      <w:r>
        <w:rPr>
          <w:b/>
        </w:rPr>
        <w:t xml:space="preserve">Full </w:t>
      </w:r>
      <w:r w:rsidR="00255CAD">
        <w:rPr>
          <w:b/>
        </w:rPr>
        <w:t>name (o</w:t>
      </w:r>
      <w:r w:rsidR="00265DF0">
        <w:rPr>
          <w:b/>
        </w:rPr>
        <w:t>wner / person in charge)</w:t>
      </w:r>
      <w:r w:rsidR="00265DF0">
        <w:rPr>
          <w:b/>
        </w:rPr>
        <w:tab/>
      </w:r>
      <w:sdt>
        <w:sdtPr>
          <w:rPr>
            <w:b/>
          </w:rPr>
          <w:id w:val="-1743090802"/>
          <w:placeholder>
            <w:docPart w:val="DefaultPlaceholder_1081868574"/>
          </w:placeholder>
          <w:showingPlcHdr/>
          <w:text/>
        </w:sdtPr>
        <w:sdtEndPr/>
        <w:sdtContent>
          <w:r w:rsidR="0094034B">
            <w:rPr>
              <w:rStyle w:val="PlaceholderText"/>
            </w:rPr>
            <w:t>E</w:t>
          </w:r>
          <w:r w:rsidR="00255CAD" w:rsidRPr="00D4350A">
            <w:rPr>
              <w:rStyle w:val="PlaceholderText"/>
            </w:rPr>
            <w:t xml:space="preserve">nter </w:t>
          </w:r>
          <w:r w:rsidR="00255CAD">
            <w:rPr>
              <w:rStyle w:val="PlaceholderText"/>
            </w:rPr>
            <w:t>name</w:t>
          </w:r>
          <w:r w:rsidR="00255CAD" w:rsidRPr="00D4350A">
            <w:rPr>
              <w:rStyle w:val="PlaceholderText"/>
            </w:rPr>
            <w:t>.</w:t>
          </w:r>
        </w:sdtContent>
      </w:sdt>
    </w:p>
    <w:p w:rsidR="00A96DDC" w:rsidRDefault="00A96DDC" w:rsidP="00A96DDC">
      <w:pPr>
        <w:rPr>
          <w:b/>
        </w:rPr>
      </w:pPr>
      <w:r>
        <w:rPr>
          <w:b/>
        </w:rPr>
        <w:t>Address of above</w:t>
      </w:r>
      <w:r w:rsidR="00265DF0">
        <w:rPr>
          <w:b/>
        </w:rPr>
        <w:tab/>
      </w:r>
      <w:sdt>
        <w:sdtPr>
          <w:rPr>
            <w:b/>
          </w:rPr>
          <w:id w:val="351386402"/>
          <w:placeholder>
            <w:docPart w:val="DefaultPlaceholder_1081868574"/>
          </w:placeholder>
          <w:showingPlcHdr/>
          <w:text/>
        </w:sdtPr>
        <w:sdtEndPr/>
        <w:sdtContent>
          <w:r w:rsidR="00670933">
            <w:rPr>
              <w:rStyle w:val="PlaceholderText"/>
            </w:rPr>
            <w:t>Enter address</w:t>
          </w:r>
        </w:sdtContent>
      </w:sdt>
      <w:bookmarkStart w:id="0" w:name="_GoBack"/>
      <w:bookmarkEnd w:id="0"/>
    </w:p>
    <w:p w:rsidR="00A96DDC" w:rsidRDefault="00A96DDC" w:rsidP="00A96DDC">
      <w:pPr>
        <w:rPr>
          <w:b/>
        </w:rPr>
      </w:pPr>
      <w:r>
        <w:rPr>
          <w:b/>
        </w:rPr>
        <w:t>Email</w:t>
      </w:r>
      <w:r>
        <w:rPr>
          <w:b/>
        </w:rPr>
        <w:tab/>
      </w:r>
      <w:sdt>
        <w:sdtPr>
          <w:rPr>
            <w:b/>
          </w:rPr>
          <w:id w:val="1629827064"/>
          <w:placeholder>
            <w:docPart w:val="DefaultPlaceholder_1081868574"/>
          </w:placeholder>
          <w:showingPlcHdr/>
          <w:text/>
        </w:sdtPr>
        <w:sdtEndPr/>
        <w:sdtContent>
          <w:r w:rsidR="00670933">
            <w:rPr>
              <w:rStyle w:val="PlaceholderText"/>
            </w:rPr>
            <w:t>E</w:t>
          </w:r>
          <w:r w:rsidR="00670933" w:rsidRPr="00D4350A">
            <w:rPr>
              <w:rStyle w:val="PlaceholderText"/>
            </w:rPr>
            <w:t xml:space="preserve">nter </w:t>
          </w:r>
          <w:r w:rsidR="00670933">
            <w:rPr>
              <w:rStyle w:val="PlaceholderText"/>
            </w:rPr>
            <w:t>name</w:t>
          </w:r>
          <w:r w:rsidR="00670933" w:rsidRPr="00D4350A">
            <w:rPr>
              <w:rStyle w:val="PlaceholderText"/>
            </w:rPr>
            <w:t>.</w:t>
          </w:r>
        </w:sdtContent>
      </w:sdt>
      <w:r>
        <w:rPr>
          <w:b/>
        </w:rPr>
        <w:tab/>
      </w:r>
      <w:r>
        <w:rPr>
          <w:b/>
        </w:rPr>
        <w:tab/>
      </w:r>
      <w:r>
        <w:rPr>
          <w:b/>
        </w:rPr>
        <w:tab/>
        <w:t>Mobile/Phone</w:t>
      </w:r>
      <w:r w:rsidR="00265DF0">
        <w:rPr>
          <w:b/>
        </w:rPr>
        <w:tab/>
      </w:r>
      <w:sdt>
        <w:sdtPr>
          <w:rPr>
            <w:b/>
          </w:rPr>
          <w:id w:val="1883283821"/>
          <w:placeholder>
            <w:docPart w:val="DefaultPlaceholder_1081868574"/>
          </w:placeholder>
          <w:showingPlcHdr/>
          <w:text/>
        </w:sdtPr>
        <w:sdtEndPr/>
        <w:sdtContent>
          <w:r w:rsidR="00670933">
            <w:rPr>
              <w:rStyle w:val="PlaceholderText"/>
            </w:rPr>
            <w:t>E</w:t>
          </w:r>
          <w:r w:rsidR="00670933" w:rsidRPr="00D4350A">
            <w:rPr>
              <w:rStyle w:val="PlaceholderText"/>
            </w:rPr>
            <w:t xml:space="preserve">nter </w:t>
          </w:r>
          <w:r w:rsidR="00670933">
            <w:rPr>
              <w:rStyle w:val="PlaceholderText"/>
            </w:rPr>
            <w:t>name</w:t>
          </w:r>
          <w:r w:rsidR="00670933" w:rsidRPr="00D4350A">
            <w:rPr>
              <w:rStyle w:val="PlaceholderText"/>
            </w:rPr>
            <w:t>.</w:t>
          </w:r>
        </w:sdtContent>
      </w:sdt>
    </w:p>
    <w:p w:rsidR="00A96DDC" w:rsidRDefault="00A96DDC" w:rsidP="00A96DDC">
      <w:pPr>
        <w:rPr>
          <w:b/>
        </w:rPr>
      </w:pPr>
      <w:r>
        <w:rPr>
          <w:b/>
        </w:rPr>
        <w:t>Property of origin (if different)</w:t>
      </w:r>
      <w:r w:rsidR="00265DF0">
        <w:rPr>
          <w:b/>
        </w:rPr>
        <w:tab/>
      </w:r>
      <w:sdt>
        <w:sdtPr>
          <w:rPr>
            <w:b/>
          </w:rPr>
          <w:id w:val="862481121"/>
          <w:placeholder>
            <w:docPart w:val="DefaultPlaceholder_1081868574"/>
          </w:placeholder>
          <w:showingPlcHdr/>
          <w:text/>
        </w:sdtPr>
        <w:sdtEndPr/>
        <w:sdtContent>
          <w:r w:rsidR="00670933">
            <w:rPr>
              <w:rStyle w:val="PlaceholderText"/>
            </w:rPr>
            <w:t>E</w:t>
          </w:r>
          <w:r w:rsidR="00670933" w:rsidRPr="00D4350A">
            <w:rPr>
              <w:rStyle w:val="PlaceholderText"/>
            </w:rPr>
            <w:t xml:space="preserve">nter </w:t>
          </w:r>
          <w:r w:rsidR="00670933">
            <w:rPr>
              <w:rStyle w:val="PlaceholderText"/>
            </w:rPr>
            <w:t>name</w:t>
          </w:r>
          <w:r w:rsidR="00670933" w:rsidRPr="00D4350A">
            <w:rPr>
              <w:rStyle w:val="PlaceholderText"/>
            </w:rPr>
            <w:t>.</w:t>
          </w:r>
        </w:sdtContent>
      </w:sdt>
    </w:p>
    <w:p w:rsidR="00A96DDC" w:rsidRDefault="00A96DDC" w:rsidP="00A96DDC">
      <w:pPr>
        <w:rPr>
          <w:b/>
        </w:rPr>
      </w:pPr>
      <w:r>
        <w:rPr>
          <w:b/>
        </w:rPr>
        <w:t>PIC</w:t>
      </w:r>
      <w:r w:rsidR="00265DF0">
        <w:rPr>
          <w:b/>
        </w:rPr>
        <w:tab/>
      </w:r>
      <w:sdt>
        <w:sdtPr>
          <w:rPr>
            <w:b/>
          </w:rPr>
          <w:id w:val="-74211344"/>
          <w:placeholder>
            <w:docPart w:val="E39F8A9ADD5B43B8B70C0A198460C062"/>
          </w:placeholder>
          <w:showingPlcHdr/>
        </w:sdtPr>
        <w:sdtEndPr/>
        <w:sdtContent>
          <w:r w:rsidR="0094034B">
            <w:rPr>
              <w:rStyle w:val="PlaceholderText"/>
            </w:rPr>
            <w:t>E</w:t>
          </w:r>
          <w:r w:rsidR="00D849D5">
            <w:rPr>
              <w:rStyle w:val="PlaceholderText"/>
            </w:rPr>
            <w:t>nter PIC</w:t>
          </w:r>
          <w:r w:rsidR="008A405F" w:rsidRPr="000C3B8B">
            <w:rPr>
              <w:rStyle w:val="PlaceholderText"/>
            </w:rPr>
            <w:t>.</w:t>
          </w:r>
        </w:sdtContent>
      </w:sdt>
    </w:p>
    <w:tbl>
      <w:tblPr>
        <w:tblStyle w:val="TableGrid"/>
        <w:tblW w:w="10813" w:type="dxa"/>
        <w:tblInd w:w="-289" w:type="dxa"/>
        <w:tblLayout w:type="fixed"/>
        <w:tblLook w:val="04A0" w:firstRow="1" w:lastRow="0" w:firstColumn="1" w:lastColumn="0" w:noHBand="0" w:noVBand="1"/>
      </w:tblPr>
      <w:tblGrid>
        <w:gridCol w:w="2263"/>
        <w:gridCol w:w="1262"/>
        <w:gridCol w:w="1784"/>
        <w:gridCol w:w="3433"/>
        <w:gridCol w:w="647"/>
        <w:gridCol w:w="1424"/>
      </w:tblGrid>
      <w:tr w:rsidR="00B92708" w:rsidTr="00B92708">
        <w:trPr>
          <w:trHeight w:val="836"/>
        </w:trPr>
        <w:tc>
          <w:tcPr>
            <w:tcW w:w="2263" w:type="dxa"/>
            <w:tcBorders>
              <w:top w:val="single" w:sz="4" w:space="0" w:color="auto"/>
              <w:left w:val="single" w:sz="4" w:space="0" w:color="auto"/>
              <w:bottom w:val="single" w:sz="4" w:space="0" w:color="auto"/>
              <w:right w:val="single" w:sz="4" w:space="0" w:color="auto"/>
            </w:tcBorders>
            <w:hideMark/>
          </w:tcPr>
          <w:p w:rsidR="00A96DDC" w:rsidRDefault="00A96DDC" w:rsidP="00860813">
            <w:pPr>
              <w:spacing w:line="240" w:lineRule="auto"/>
              <w:jc w:val="center"/>
              <w:rPr>
                <w:b/>
                <w:sz w:val="20"/>
                <w:szCs w:val="20"/>
              </w:rPr>
            </w:pPr>
            <w:r>
              <w:rPr>
                <w:b/>
                <w:sz w:val="20"/>
                <w:szCs w:val="20"/>
              </w:rPr>
              <w:t>Official Horse Name</w:t>
            </w:r>
          </w:p>
          <w:p w:rsidR="00A96DDC" w:rsidRDefault="00E52C91" w:rsidP="00860813">
            <w:pPr>
              <w:spacing w:line="240" w:lineRule="auto"/>
              <w:jc w:val="center"/>
              <w:rPr>
                <w:b/>
                <w:sz w:val="20"/>
                <w:szCs w:val="20"/>
              </w:rPr>
            </w:pPr>
            <w:r>
              <w:rPr>
                <w:b/>
                <w:sz w:val="20"/>
                <w:szCs w:val="20"/>
              </w:rPr>
              <w:t>(Nomination</w:t>
            </w:r>
            <w:r w:rsidR="00A96DDC">
              <w:rPr>
                <w:b/>
                <w:sz w:val="20"/>
                <w:szCs w:val="20"/>
              </w:rPr>
              <w:t xml:space="preserve"> Name)</w:t>
            </w:r>
          </w:p>
        </w:tc>
        <w:tc>
          <w:tcPr>
            <w:tcW w:w="1262" w:type="dxa"/>
            <w:tcBorders>
              <w:top w:val="single" w:sz="4" w:space="0" w:color="auto"/>
              <w:left w:val="single" w:sz="4" w:space="0" w:color="auto"/>
              <w:bottom w:val="single" w:sz="4" w:space="0" w:color="auto"/>
              <w:right w:val="single" w:sz="4" w:space="0" w:color="auto"/>
            </w:tcBorders>
            <w:hideMark/>
          </w:tcPr>
          <w:p w:rsidR="00A96DDC" w:rsidRDefault="00A96DDC" w:rsidP="00860813">
            <w:pPr>
              <w:spacing w:line="240" w:lineRule="auto"/>
              <w:jc w:val="center"/>
              <w:rPr>
                <w:b/>
                <w:sz w:val="20"/>
                <w:szCs w:val="20"/>
              </w:rPr>
            </w:pPr>
            <w:r>
              <w:rPr>
                <w:b/>
                <w:sz w:val="20"/>
                <w:szCs w:val="20"/>
              </w:rPr>
              <w:t>Breed</w:t>
            </w:r>
          </w:p>
        </w:tc>
        <w:tc>
          <w:tcPr>
            <w:tcW w:w="1784" w:type="dxa"/>
            <w:tcBorders>
              <w:top w:val="single" w:sz="4" w:space="0" w:color="auto"/>
              <w:left w:val="single" w:sz="4" w:space="0" w:color="auto"/>
              <w:bottom w:val="single" w:sz="4" w:space="0" w:color="auto"/>
              <w:right w:val="single" w:sz="4" w:space="0" w:color="auto"/>
            </w:tcBorders>
            <w:hideMark/>
          </w:tcPr>
          <w:p w:rsidR="00A96DDC" w:rsidRDefault="00A96DDC" w:rsidP="00860813">
            <w:pPr>
              <w:spacing w:line="240" w:lineRule="auto"/>
              <w:jc w:val="center"/>
              <w:rPr>
                <w:b/>
                <w:sz w:val="20"/>
                <w:szCs w:val="20"/>
              </w:rPr>
            </w:pPr>
            <w:r>
              <w:rPr>
                <w:b/>
                <w:sz w:val="20"/>
                <w:szCs w:val="20"/>
              </w:rPr>
              <w:t>Colour/Sex</w:t>
            </w:r>
          </w:p>
        </w:tc>
        <w:tc>
          <w:tcPr>
            <w:tcW w:w="3433" w:type="dxa"/>
            <w:tcBorders>
              <w:top w:val="single" w:sz="4" w:space="0" w:color="auto"/>
              <w:left w:val="single" w:sz="4" w:space="0" w:color="auto"/>
              <w:bottom w:val="single" w:sz="4" w:space="0" w:color="auto"/>
              <w:right w:val="single" w:sz="4" w:space="0" w:color="auto"/>
            </w:tcBorders>
            <w:hideMark/>
          </w:tcPr>
          <w:p w:rsidR="00A96DDC" w:rsidRDefault="00A96DDC" w:rsidP="00860813">
            <w:pPr>
              <w:spacing w:line="240" w:lineRule="auto"/>
              <w:jc w:val="center"/>
              <w:rPr>
                <w:b/>
                <w:sz w:val="20"/>
                <w:szCs w:val="20"/>
              </w:rPr>
            </w:pPr>
            <w:r>
              <w:rPr>
                <w:b/>
                <w:sz w:val="20"/>
                <w:szCs w:val="20"/>
              </w:rPr>
              <w:t>Brand/Microchip</w:t>
            </w:r>
          </w:p>
        </w:tc>
        <w:tc>
          <w:tcPr>
            <w:tcW w:w="2071" w:type="dxa"/>
            <w:gridSpan w:val="2"/>
            <w:tcBorders>
              <w:top w:val="single" w:sz="4" w:space="0" w:color="auto"/>
              <w:left w:val="single" w:sz="4" w:space="0" w:color="auto"/>
              <w:bottom w:val="single" w:sz="4" w:space="0" w:color="auto"/>
              <w:right w:val="single" w:sz="4" w:space="0" w:color="auto"/>
            </w:tcBorders>
            <w:hideMark/>
          </w:tcPr>
          <w:p w:rsidR="00A96DDC" w:rsidRDefault="00A96DDC" w:rsidP="00860813">
            <w:pPr>
              <w:spacing w:line="240" w:lineRule="auto"/>
              <w:jc w:val="center"/>
              <w:rPr>
                <w:b/>
                <w:sz w:val="20"/>
                <w:szCs w:val="20"/>
              </w:rPr>
            </w:pPr>
            <w:r>
              <w:rPr>
                <w:b/>
                <w:sz w:val="20"/>
                <w:szCs w:val="20"/>
              </w:rPr>
              <w:t xml:space="preserve">Hendra </w:t>
            </w:r>
            <w:proofErr w:type="spellStart"/>
            <w:r>
              <w:rPr>
                <w:b/>
                <w:sz w:val="20"/>
                <w:szCs w:val="20"/>
              </w:rPr>
              <w:t>Vacc</w:t>
            </w:r>
            <w:proofErr w:type="spellEnd"/>
          </w:p>
          <w:p w:rsidR="00A96DDC" w:rsidRDefault="00A96DDC" w:rsidP="00860813">
            <w:pPr>
              <w:spacing w:line="240" w:lineRule="auto"/>
              <w:rPr>
                <w:b/>
                <w:sz w:val="20"/>
                <w:szCs w:val="20"/>
              </w:rPr>
            </w:pPr>
            <w:r>
              <w:rPr>
                <w:b/>
                <w:sz w:val="20"/>
                <w:szCs w:val="20"/>
              </w:rPr>
              <w:t>Y/N         Date</w:t>
            </w:r>
          </w:p>
        </w:tc>
      </w:tr>
      <w:tr w:rsidR="00B92708" w:rsidTr="00B92708">
        <w:trPr>
          <w:trHeight w:val="451"/>
        </w:trPr>
        <w:sdt>
          <w:sdtPr>
            <w:id w:val="1341426229"/>
            <w:placeholder>
              <w:docPart w:val="38387FB55DF84BC9A8E1B60AB2925107"/>
            </w:placeholder>
            <w:showingPlcHdr/>
            <w:text/>
          </w:sdtPr>
          <w:sdtEndPr/>
          <w:sdtContent>
            <w:tc>
              <w:tcPr>
                <w:tcW w:w="2263" w:type="dxa"/>
                <w:tcBorders>
                  <w:top w:val="single" w:sz="4" w:space="0" w:color="auto"/>
                  <w:left w:val="single" w:sz="4" w:space="0" w:color="auto"/>
                  <w:bottom w:val="single" w:sz="4" w:space="0" w:color="auto"/>
                  <w:right w:val="single" w:sz="4" w:space="0" w:color="auto"/>
                </w:tcBorders>
              </w:tcPr>
              <w:p w:rsidR="00A96DDC" w:rsidRDefault="00D849D5" w:rsidP="00D849D5">
                <w:pPr>
                  <w:spacing w:line="240" w:lineRule="auto"/>
                </w:pPr>
                <w:r w:rsidRPr="00B92708">
                  <w:rPr>
                    <w:rStyle w:val="PlaceholderText"/>
                    <w:sz w:val="16"/>
                    <w:szCs w:val="16"/>
                  </w:rPr>
                  <w:t>Name</w:t>
                </w:r>
              </w:p>
            </w:tc>
          </w:sdtContent>
        </w:sdt>
        <w:sdt>
          <w:sdtPr>
            <w:id w:val="-576668343"/>
            <w:placeholder>
              <w:docPart w:val="4C77B5A6F0E04BCDB54BDAE88BF642A8"/>
            </w:placeholder>
            <w:showingPlcHdr/>
            <w:text/>
          </w:sdtPr>
          <w:sdtEndPr/>
          <w:sdtContent>
            <w:tc>
              <w:tcPr>
                <w:tcW w:w="1262" w:type="dxa"/>
                <w:tcBorders>
                  <w:top w:val="single" w:sz="4" w:space="0" w:color="auto"/>
                  <w:left w:val="single" w:sz="4" w:space="0" w:color="auto"/>
                  <w:bottom w:val="single" w:sz="4" w:space="0" w:color="auto"/>
                  <w:right w:val="single" w:sz="4" w:space="0" w:color="auto"/>
                </w:tcBorders>
              </w:tcPr>
              <w:p w:rsidR="00A96DDC" w:rsidRDefault="00B92708" w:rsidP="00D849D5">
                <w:pPr>
                  <w:spacing w:line="240" w:lineRule="auto"/>
                </w:pPr>
                <w:r>
                  <w:rPr>
                    <w:rStyle w:val="PlaceholderText"/>
                    <w:sz w:val="16"/>
                    <w:szCs w:val="16"/>
                  </w:rPr>
                  <w:t>Br</w:t>
                </w:r>
                <w:r w:rsidR="00604A23">
                  <w:rPr>
                    <w:rStyle w:val="PlaceholderText"/>
                    <w:sz w:val="16"/>
                    <w:szCs w:val="16"/>
                  </w:rPr>
                  <w:t>ee</w:t>
                </w:r>
                <w:r>
                  <w:rPr>
                    <w:rStyle w:val="PlaceholderText"/>
                    <w:sz w:val="16"/>
                    <w:szCs w:val="16"/>
                  </w:rPr>
                  <w:t>d</w:t>
                </w:r>
              </w:p>
            </w:tc>
          </w:sdtContent>
        </w:sdt>
        <w:sdt>
          <w:sdtPr>
            <w:id w:val="-667565458"/>
            <w:placeholder>
              <w:docPart w:val="EF20EBFD088C4B7992A08BABFBC29092"/>
            </w:placeholder>
            <w:showingPlcHdr/>
            <w:text/>
          </w:sdtPr>
          <w:sdtEndPr/>
          <w:sdtContent>
            <w:tc>
              <w:tcPr>
                <w:tcW w:w="1784" w:type="dxa"/>
                <w:tcBorders>
                  <w:top w:val="single" w:sz="4" w:space="0" w:color="auto"/>
                  <w:left w:val="single" w:sz="4" w:space="0" w:color="auto"/>
                  <w:bottom w:val="single" w:sz="4" w:space="0" w:color="auto"/>
                  <w:right w:val="single" w:sz="4" w:space="0" w:color="auto"/>
                </w:tcBorders>
              </w:tcPr>
              <w:p w:rsidR="00A96DDC" w:rsidRDefault="00B92708" w:rsidP="00B92708">
                <w:pPr>
                  <w:spacing w:line="240" w:lineRule="auto"/>
                </w:pPr>
                <w:r w:rsidRPr="00B92708">
                  <w:rPr>
                    <w:rStyle w:val="PlaceholderText"/>
                    <w:sz w:val="16"/>
                    <w:szCs w:val="16"/>
                  </w:rPr>
                  <w:t>Colour/Sex</w:t>
                </w:r>
              </w:p>
            </w:tc>
          </w:sdtContent>
        </w:sdt>
        <w:sdt>
          <w:sdtPr>
            <w:id w:val="607698712"/>
            <w:placeholder>
              <w:docPart w:val="CDB302D648D94E3BA7E5B039F3D99AB2"/>
            </w:placeholder>
            <w:showingPlcHdr/>
            <w:text/>
          </w:sdtPr>
          <w:sdtEndPr/>
          <w:sdtContent>
            <w:tc>
              <w:tcPr>
                <w:tcW w:w="3433" w:type="dxa"/>
                <w:tcBorders>
                  <w:top w:val="single" w:sz="4" w:space="0" w:color="auto"/>
                  <w:left w:val="single" w:sz="4" w:space="0" w:color="auto"/>
                  <w:bottom w:val="single" w:sz="4" w:space="0" w:color="auto"/>
                  <w:right w:val="single" w:sz="4" w:space="0" w:color="auto"/>
                </w:tcBorders>
              </w:tcPr>
              <w:p w:rsidR="00A96DDC" w:rsidRDefault="00B92708" w:rsidP="00B92708">
                <w:pPr>
                  <w:spacing w:line="240" w:lineRule="auto"/>
                </w:pPr>
                <w:r w:rsidRPr="00B92708">
                  <w:rPr>
                    <w:rStyle w:val="PlaceholderText"/>
                    <w:sz w:val="16"/>
                    <w:szCs w:val="16"/>
                  </w:rPr>
                  <w:t>Brand/Microchip</w:t>
                </w:r>
              </w:p>
            </w:tc>
          </w:sdtContent>
        </w:sdt>
        <w:sdt>
          <w:sdtPr>
            <w:id w:val="1769112177"/>
            <w:placeholder>
              <w:docPart w:val="295EF76DD1504A59BD1CFB53C0C6B904"/>
            </w:placeholder>
            <w:showingPlcHdr/>
            <w:text/>
          </w:sdtPr>
          <w:sdtEndPr/>
          <w:sdtContent>
            <w:tc>
              <w:tcPr>
                <w:tcW w:w="647" w:type="dxa"/>
                <w:tcBorders>
                  <w:top w:val="single" w:sz="4" w:space="0" w:color="auto"/>
                  <w:left w:val="single" w:sz="4" w:space="0" w:color="auto"/>
                  <w:bottom w:val="single" w:sz="4" w:space="0" w:color="auto"/>
                  <w:right w:val="single" w:sz="4" w:space="0" w:color="auto"/>
                </w:tcBorders>
              </w:tcPr>
              <w:p w:rsidR="00A96DDC" w:rsidRDefault="00B92708" w:rsidP="00B92708">
                <w:pPr>
                  <w:spacing w:line="240" w:lineRule="auto"/>
                </w:pPr>
                <w:r w:rsidRPr="00B92708">
                  <w:rPr>
                    <w:rStyle w:val="PlaceholderText"/>
                    <w:sz w:val="16"/>
                    <w:szCs w:val="16"/>
                  </w:rPr>
                  <w:t>Y/N</w:t>
                </w:r>
              </w:p>
            </w:tc>
          </w:sdtContent>
        </w:sdt>
        <w:sdt>
          <w:sdtPr>
            <w:id w:val="-1503431654"/>
            <w:placeholder>
              <w:docPart w:val="1EF685B60BD14C28BDC26559BFD2D141"/>
            </w:placeholder>
            <w:showingPlcHdr/>
            <w:text/>
          </w:sdtPr>
          <w:sdtEndPr/>
          <w:sdtContent>
            <w:tc>
              <w:tcPr>
                <w:tcW w:w="1424" w:type="dxa"/>
                <w:tcBorders>
                  <w:top w:val="single" w:sz="4" w:space="0" w:color="auto"/>
                  <w:left w:val="single" w:sz="4" w:space="0" w:color="auto"/>
                  <w:bottom w:val="single" w:sz="4" w:space="0" w:color="auto"/>
                  <w:right w:val="single" w:sz="4" w:space="0" w:color="auto"/>
                </w:tcBorders>
              </w:tcPr>
              <w:p w:rsidR="00A96DDC" w:rsidRDefault="00B92708" w:rsidP="00B92708">
                <w:pPr>
                  <w:spacing w:line="240" w:lineRule="auto"/>
                </w:pPr>
                <w:r w:rsidRPr="00B92708">
                  <w:rPr>
                    <w:rStyle w:val="PlaceholderText"/>
                    <w:sz w:val="16"/>
                    <w:szCs w:val="16"/>
                  </w:rPr>
                  <w:t>Date</w:t>
                </w:r>
              </w:p>
            </w:tc>
          </w:sdtContent>
        </w:sdt>
      </w:tr>
      <w:tr w:rsidR="00CD2F29" w:rsidTr="00B92708">
        <w:trPr>
          <w:trHeight w:val="426"/>
        </w:trPr>
        <w:sdt>
          <w:sdtPr>
            <w:id w:val="-1442919916"/>
            <w:placeholder>
              <w:docPart w:val="56D11BFE2282433AAF16568FAAEFDD0D"/>
            </w:placeholder>
            <w:showingPlcHdr/>
            <w:text/>
          </w:sdtPr>
          <w:sdtEndPr/>
          <w:sdtContent>
            <w:tc>
              <w:tcPr>
                <w:tcW w:w="2263"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Name</w:t>
                </w:r>
              </w:p>
            </w:tc>
          </w:sdtContent>
        </w:sdt>
        <w:sdt>
          <w:sdtPr>
            <w:id w:val="-238640172"/>
            <w:placeholder>
              <w:docPart w:val="64EBF2EB42B24BDDBC8F06EAF859E858"/>
            </w:placeholder>
            <w:showingPlcHdr/>
            <w:text/>
          </w:sdtPr>
          <w:sdtEndPr/>
          <w:sdtContent>
            <w:tc>
              <w:tcPr>
                <w:tcW w:w="1262"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Pr>
                    <w:rStyle w:val="PlaceholderText"/>
                    <w:sz w:val="16"/>
                    <w:szCs w:val="16"/>
                  </w:rPr>
                  <w:t>Breed</w:t>
                </w:r>
              </w:p>
            </w:tc>
          </w:sdtContent>
        </w:sdt>
        <w:sdt>
          <w:sdtPr>
            <w:id w:val="1951123200"/>
            <w:placeholder>
              <w:docPart w:val="4FAA13CBD4F748F2B049996FB2422717"/>
            </w:placeholder>
            <w:showingPlcHdr/>
            <w:text/>
          </w:sdtPr>
          <w:sdtEndPr/>
          <w:sdtContent>
            <w:tc>
              <w:tcPr>
                <w:tcW w:w="1784"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Colour/Sex</w:t>
                </w:r>
              </w:p>
            </w:tc>
          </w:sdtContent>
        </w:sdt>
        <w:sdt>
          <w:sdtPr>
            <w:id w:val="2059583300"/>
            <w:placeholder>
              <w:docPart w:val="526E4AAC179643DBA0DB6466D1B7BD24"/>
            </w:placeholder>
            <w:showingPlcHdr/>
            <w:text/>
          </w:sdtPr>
          <w:sdtEndPr/>
          <w:sdtContent>
            <w:tc>
              <w:tcPr>
                <w:tcW w:w="3433"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Brand/Microchip</w:t>
                </w:r>
              </w:p>
            </w:tc>
          </w:sdtContent>
        </w:sdt>
        <w:sdt>
          <w:sdtPr>
            <w:id w:val="-2132085517"/>
            <w:placeholder>
              <w:docPart w:val="B922651C281C4FA99049E09D63ED6250"/>
            </w:placeholder>
            <w:showingPlcHdr/>
            <w:text/>
          </w:sdtPr>
          <w:sdtEndPr/>
          <w:sdtContent>
            <w:tc>
              <w:tcPr>
                <w:tcW w:w="647"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Y/N</w:t>
                </w:r>
              </w:p>
            </w:tc>
          </w:sdtContent>
        </w:sdt>
        <w:sdt>
          <w:sdtPr>
            <w:id w:val="2072000920"/>
            <w:placeholder>
              <w:docPart w:val="6700CD0EC2BB4CD8815D3846E8677C16"/>
            </w:placeholder>
            <w:showingPlcHdr/>
            <w:text/>
          </w:sdtPr>
          <w:sdtEndPr/>
          <w:sdtContent>
            <w:tc>
              <w:tcPr>
                <w:tcW w:w="1424"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Date</w:t>
                </w:r>
              </w:p>
            </w:tc>
          </w:sdtContent>
        </w:sdt>
      </w:tr>
      <w:tr w:rsidR="00CD2F29" w:rsidTr="00B92708">
        <w:trPr>
          <w:trHeight w:val="451"/>
        </w:trPr>
        <w:sdt>
          <w:sdtPr>
            <w:id w:val="1103235749"/>
            <w:placeholder>
              <w:docPart w:val="785D02E5B91C4FE392AAB4A7BAA5800C"/>
            </w:placeholder>
            <w:showingPlcHdr/>
            <w:text/>
          </w:sdtPr>
          <w:sdtEndPr/>
          <w:sdtContent>
            <w:tc>
              <w:tcPr>
                <w:tcW w:w="2263"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Name</w:t>
                </w:r>
              </w:p>
            </w:tc>
          </w:sdtContent>
        </w:sdt>
        <w:sdt>
          <w:sdtPr>
            <w:id w:val="689111945"/>
            <w:placeholder>
              <w:docPart w:val="963D27F11ADB47D1956055A0F6FF3A88"/>
            </w:placeholder>
            <w:showingPlcHdr/>
            <w:text/>
          </w:sdtPr>
          <w:sdtEndPr/>
          <w:sdtContent>
            <w:tc>
              <w:tcPr>
                <w:tcW w:w="1262"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Pr>
                    <w:rStyle w:val="PlaceholderText"/>
                    <w:sz w:val="16"/>
                    <w:szCs w:val="16"/>
                  </w:rPr>
                  <w:t>Breed</w:t>
                </w:r>
              </w:p>
            </w:tc>
          </w:sdtContent>
        </w:sdt>
        <w:sdt>
          <w:sdtPr>
            <w:id w:val="1617939735"/>
            <w:placeholder>
              <w:docPart w:val="B84DC439C5CB497DBA2C796C84B0E28A"/>
            </w:placeholder>
            <w:showingPlcHdr/>
            <w:text/>
          </w:sdtPr>
          <w:sdtEndPr/>
          <w:sdtContent>
            <w:tc>
              <w:tcPr>
                <w:tcW w:w="1784"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Colour/Sex</w:t>
                </w:r>
              </w:p>
            </w:tc>
          </w:sdtContent>
        </w:sdt>
        <w:sdt>
          <w:sdtPr>
            <w:id w:val="-38678815"/>
            <w:placeholder>
              <w:docPart w:val="D118B5085CA442C18D2D01D05596093C"/>
            </w:placeholder>
            <w:showingPlcHdr/>
            <w:text/>
          </w:sdtPr>
          <w:sdtEndPr/>
          <w:sdtContent>
            <w:tc>
              <w:tcPr>
                <w:tcW w:w="3433"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Brand/Microchip</w:t>
                </w:r>
              </w:p>
            </w:tc>
          </w:sdtContent>
        </w:sdt>
        <w:sdt>
          <w:sdtPr>
            <w:id w:val="-1305618763"/>
            <w:placeholder>
              <w:docPart w:val="1B5C9488432146D2832F29510E9C7BB8"/>
            </w:placeholder>
            <w:showingPlcHdr/>
            <w:text/>
          </w:sdtPr>
          <w:sdtEndPr/>
          <w:sdtContent>
            <w:tc>
              <w:tcPr>
                <w:tcW w:w="647"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Y/N</w:t>
                </w:r>
              </w:p>
            </w:tc>
          </w:sdtContent>
        </w:sdt>
        <w:sdt>
          <w:sdtPr>
            <w:id w:val="-1621691215"/>
            <w:placeholder>
              <w:docPart w:val="D028065894AE47EAA5B385994CD5ADF9"/>
            </w:placeholder>
            <w:showingPlcHdr/>
            <w:text/>
          </w:sdtPr>
          <w:sdtEndPr/>
          <w:sdtContent>
            <w:tc>
              <w:tcPr>
                <w:tcW w:w="1424"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Date</w:t>
                </w:r>
              </w:p>
            </w:tc>
          </w:sdtContent>
        </w:sdt>
      </w:tr>
      <w:tr w:rsidR="00CD2F29" w:rsidTr="00B92708">
        <w:trPr>
          <w:trHeight w:val="426"/>
        </w:trPr>
        <w:sdt>
          <w:sdtPr>
            <w:id w:val="380599265"/>
            <w:placeholder>
              <w:docPart w:val="DF7CE4216EF6434D96C9CFEA4826EF6E"/>
            </w:placeholder>
            <w:showingPlcHdr/>
            <w:text/>
          </w:sdtPr>
          <w:sdtEndPr/>
          <w:sdtContent>
            <w:tc>
              <w:tcPr>
                <w:tcW w:w="2263"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Name</w:t>
                </w:r>
              </w:p>
            </w:tc>
          </w:sdtContent>
        </w:sdt>
        <w:sdt>
          <w:sdtPr>
            <w:id w:val="1228188221"/>
            <w:placeholder>
              <w:docPart w:val="B9B60BC1235542A3A4331DC0376C760C"/>
            </w:placeholder>
            <w:showingPlcHdr/>
            <w:text/>
          </w:sdtPr>
          <w:sdtEndPr/>
          <w:sdtContent>
            <w:tc>
              <w:tcPr>
                <w:tcW w:w="1262"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Pr>
                    <w:rStyle w:val="PlaceholderText"/>
                    <w:sz w:val="16"/>
                    <w:szCs w:val="16"/>
                  </w:rPr>
                  <w:t>Breed</w:t>
                </w:r>
              </w:p>
            </w:tc>
          </w:sdtContent>
        </w:sdt>
        <w:sdt>
          <w:sdtPr>
            <w:id w:val="338051570"/>
            <w:placeholder>
              <w:docPart w:val="D8AB6BC919754F699F3E445815861732"/>
            </w:placeholder>
            <w:showingPlcHdr/>
            <w:text/>
          </w:sdtPr>
          <w:sdtEndPr/>
          <w:sdtContent>
            <w:tc>
              <w:tcPr>
                <w:tcW w:w="1784"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Colour/Sex</w:t>
                </w:r>
              </w:p>
            </w:tc>
          </w:sdtContent>
        </w:sdt>
        <w:sdt>
          <w:sdtPr>
            <w:id w:val="-1302998470"/>
            <w:placeholder>
              <w:docPart w:val="1746EEC40DC541A4BCE688BB97D2E010"/>
            </w:placeholder>
            <w:showingPlcHdr/>
            <w:text/>
          </w:sdtPr>
          <w:sdtEndPr/>
          <w:sdtContent>
            <w:tc>
              <w:tcPr>
                <w:tcW w:w="3433"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Brand/Microchip</w:t>
                </w:r>
              </w:p>
            </w:tc>
          </w:sdtContent>
        </w:sdt>
        <w:sdt>
          <w:sdtPr>
            <w:id w:val="202829953"/>
            <w:placeholder>
              <w:docPart w:val="3EFAF84F1D614DBB99DFBF77620EDF9F"/>
            </w:placeholder>
            <w:showingPlcHdr/>
            <w:text/>
          </w:sdtPr>
          <w:sdtEndPr/>
          <w:sdtContent>
            <w:tc>
              <w:tcPr>
                <w:tcW w:w="647"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Y/N</w:t>
                </w:r>
              </w:p>
            </w:tc>
          </w:sdtContent>
        </w:sdt>
        <w:sdt>
          <w:sdtPr>
            <w:id w:val="2033836318"/>
            <w:placeholder>
              <w:docPart w:val="1435103CC6CB47F683E18AAA157CA733"/>
            </w:placeholder>
            <w:showingPlcHdr/>
            <w:text/>
          </w:sdtPr>
          <w:sdtEndPr/>
          <w:sdtContent>
            <w:tc>
              <w:tcPr>
                <w:tcW w:w="1424"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Date</w:t>
                </w:r>
              </w:p>
            </w:tc>
          </w:sdtContent>
        </w:sdt>
      </w:tr>
      <w:tr w:rsidR="00CD2F29" w:rsidTr="00B92708">
        <w:trPr>
          <w:trHeight w:val="451"/>
        </w:trPr>
        <w:sdt>
          <w:sdtPr>
            <w:id w:val="-928199836"/>
            <w:placeholder>
              <w:docPart w:val="C27330F45135408286155B6F72CBE829"/>
            </w:placeholder>
            <w:showingPlcHdr/>
            <w:text/>
          </w:sdtPr>
          <w:sdtEndPr/>
          <w:sdtContent>
            <w:tc>
              <w:tcPr>
                <w:tcW w:w="2263"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Name</w:t>
                </w:r>
              </w:p>
            </w:tc>
          </w:sdtContent>
        </w:sdt>
        <w:sdt>
          <w:sdtPr>
            <w:id w:val="-143819922"/>
            <w:placeholder>
              <w:docPart w:val="82B3E314E70E4F1289ECBAAF48983D4A"/>
            </w:placeholder>
            <w:showingPlcHdr/>
            <w:text/>
          </w:sdtPr>
          <w:sdtEndPr/>
          <w:sdtContent>
            <w:tc>
              <w:tcPr>
                <w:tcW w:w="1262"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Pr>
                    <w:rStyle w:val="PlaceholderText"/>
                    <w:sz w:val="16"/>
                    <w:szCs w:val="16"/>
                  </w:rPr>
                  <w:t>Breed</w:t>
                </w:r>
              </w:p>
            </w:tc>
          </w:sdtContent>
        </w:sdt>
        <w:sdt>
          <w:sdtPr>
            <w:id w:val="-1490247127"/>
            <w:placeholder>
              <w:docPart w:val="0F98C2CF94EB422D9699C2B272122C03"/>
            </w:placeholder>
            <w:showingPlcHdr/>
            <w:text/>
          </w:sdtPr>
          <w:sdtEndPr/>
          <w:sdtContent>
            <w:tc>
              <w:tcPr>
                <w:tcW w:w="1784"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Colour/Sex</w:t>
                </w:r>
              </w:p>
            </w:tc>
          </w:sdtContent>
        </w:sdt>
        <w:sdt>
          <w:sdtPr>
            <w:id w:val="-297230272"/>
            <w:placeholder>
              <w:docPart w:val="D7AE44D623B846BCB35B0BF7F8F457C9"/>
            </w:placeholder>
            <w:showingPlcHdr/>
            <w:text/>
          </w:sdtPr>
          <w:sdtEndPr/>
          <w:sdtContent>
            <w:tc>
              <w:tcPr>
                <w:tcW w:w="3433"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Brand/Microchip</w:t>
                </w:r>
              </w:p>
            </w:tc>
          </w:sdtContent>
        </w:sdt>
        <w:sdt>
          <w:sdtPr>
            <w:id w:val="-1767772119"/>
            <w:placeholder>
              <w:docPart w:val="1C9B500078734138A51A41AAAF364388"/>
            </w:placeholder>
            <w:showingPlcHdr/>
            <w:text/>
          </w:sdtPr>
          <w:sdtEndPr/>
          <w:sdtContent>
            <w:tc>
              <w:tcPr>
                <w:tcW w:w="647"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Y/N</w:t>
                </w:r>
              </w:p>
            </w:tc>
          </w:sdtContent>
        </w:sdt>
        <w:sdt>
          <w:sdtPr>
            <w:id w:val="2031836819"/>
            <w:placeholder>
              <w:docPart w:val="1619AC93AF4343188ED45E2B9EC44F2E"/>
            </w:placeholder>
            <w:showingPlcHdr/>
            <w:text/>
          </w:sdtPr>
          <w:sdtEndPr/>
          <w:sdtContent>
            <w:tc>
              <w:tcPr>
                <w:tcW w:w="1424" w:type="dxa"/>
                <w:tcBorders>
                  <w:top w:val="single" w:sz="4" w:space="0" w:color="auto"/>
                  <w:left w:val="single" w:sz="4" w:space="0" w:color="auto"/>
                  <w:bottom w:val="single" w:sz="4" w:space="0" w:color="auto"/>
                  <w:right w:val="single" w:sz="4" w:space="0" w:color="auto"/>
                </w:tcBorders>
              </w:tcPr>
              <w:p w:rsidR="00CD2F29" w:rsidRDefault="00CD2F29" w:rsidP="00CD2F29">
                <w:pPr>
                  <w:spacing w:line="240" w:lineRule="auto"/>
                </w:pPr>
                <w:r w:rsidRPr="00B92708">
                  <w:rPr>
                    <w:rStyle w:val="PlaceholderText"/>
                    <w:sz w:val="16"/>
                    <w:szCs w:val="16"/>
                  </w:rPr>
                  <w:t>Date</w:t>
                </w:r>
              </w:p>
            </w:tc>
          </w:sdtContent>
        </w:sdt>
      </w:tr>
    </w:tbl>
    <w:p w:rsidR="00A96DDC" w:rsidRDefault="00A96DDC" w:rsidP="00A96DDC"/>
    <w:p w:rsidR="00571CA3" w:rsidRDefault="00FE7193">
      <w:r>
        <w:t xml:space="preserve">If stabling overnight, please indicate inclusive dates: </w:t>
      </w:r>
      <w:r w:rsidR="00E71A5F">
        <w:tab/>
      </w:r>
      <w:r w:rsidR="00E71A5F">
        <w:tab/>
        <w:t>/</w:t>
      </w:r>
      <w:r w:rsidR="00E71A5F">
        <w:tab/>
      </w:r>
      <w:r w:rsidR="003F1EC6">
        <w:t>/2017</w:t>
      </w:r>
    </w:p>
    <w:p w:rsidR="00FE7193" w:rsidRDefault="00FE7193">
      <w:pPr>
        <w:rPr>
          <w:b/>
        </w:rPr>
      </w:pPr>
      <w:r>
        <w:rPr>
          <w:b/>
        </w:rPr>
        <w:t>Declaration by owner or person in charge of horse/s</w:t>
      </w:r>
    </w:p>
    <w:p w:rsidR="00FE7193" w:rsidRPr="00F0608E" w:rsidRDefault="00FE7193">
      <w:r w:rsidRPr="00C022A8">
        <w:rPr>
          <w:i/>
        </w:rPr>
        <w:t>I declare that the horses named above has/have been in good health, eating normally and not showing signs of illness during the last three days leading up to attendance at this event today. I give my authorisation for the designated steward to call for veterinary inspection of the horse/s named above and in my care should they show signs of illness at any time during the course of the event. I agree to pay any veterinary fee</w:t>
      </w:r>
      <w:r w:rsidR="00F0608E" w:rsidRPr="00C022A8">
        <w:rPr>
          <w:i/>
        </w:rPr>
        <w:t>s incurred as a result of this.</w:t>
      </w:r>
      <w:r w:rsidR="00F0608E" w:rsidRPr="00C022A8">
        <w:rPr>
          <w:b/>
        </w:rPr>
        <w:br/>
      </w:r>
      <w:r w:rsidRPr="00F0608E">
        <w:rPr>
          <w:b/>
        </w:rPr>
        <w:t>I AGREE TO ENSURE THAT:</w:t>
      </w:r>
    </w:p>
    <w:p w:rsidR="00FE7193" w:rsidRDefault="00F0608E" w:rsidP="00FE7193">
      <w:pPr>
        <w:pStyle w:val="ListParagraph"/>
        <w:numPr>
          <w:ilvl w:val="0"/>
          <w:numId w:val="1"/>
        </w:numPr>
      </w:pPr>
      <w:r>
        <w:t>If required before movement, all horses will be shampooed, rinsed and allowed to dry and their hooves will be picked clean of all solid material and washed with shampoo.</w:t>
      </w:r>
    </w:p>
    <w:p w:rsidR="00F0608E" w:rsidRDefault="00F0608E" w:rsidP="00FE7193">
      <w:pPr>
        <w:pStyle w:val="ListParagraph"/>
        <w:numPr>
          <w:ilvl w:val="0"/>
          <w:numId w:val="1"/>
        </w:numPr>
      </w:pPr>
      <w:r>
        <w:t>All vehicles and equipment accompanying the horses will be in a clean condition at the start of travel to the event.</w:t>
      </w:r>
    </w:p>
    <w:p w:rsidR="00F0608E" w:rsidRDefault="00F0608E" w:rsidP="00FE7193">
      <w:pPr>
        <w:pStyle w:val="ListParagraph"/>
        <w:numPr>
          <w:ilvl w:val="0"/>
          <w:numId w:val="1"/>
        </w:numPr>
      </w:pPr>
      <w:r>
        <w:t>The information contained in this Horse Health Declaration is true and correct to the best of my knowledge.</w:t>
      </w:r>
    </w:p>
    <w:p w:rsidR="00F0608E" w:rsidRDefault="00F0608E" w:rsidP="00FE7193">
      <w:pPr>
        <w:pStyle w:val="ListParagraph"/>
        <w:numPr>
          <w:ilvl w:val="0"/>
          <w:numId w:val="1"/>
        </w:numPr>
      </w:pPr>
      <w:r>
        <w:t>I agree to abide by all the conditions and directions of the organising committee.</w:t>
      </w:r>
    </w:p>
    <w:p w:rsidR="00F0608E" w:rsidRDefault="00F0608E" w:rsidP="00FE7193">
      <w:pPr>
        <w:pStyle w:val="ListParagraph"/>
        <w:numPr>
          <w:ilvl w:val="0"/>
          <w:numId w:val="1"/>
        </w:numPr>
      </w:pPr>
      <w:r>
        <w:lastRenderedPageBreak/>
        <w:t>I acknowledge that failure to comply with the above may result in refusal of entry to the venue, disqualification or other disciplinary action as decided by Pony Club Association of Queensland or the event organising committee.</w:t>
      </w:r>
    </w:p>
    <w:p w:rsidR="008B3696" w:rsidRDefault="00F0608E" w:rsidP="008B3696">
      <w:pPr>
        <w:pStyle w:val="ListParagraph"/>
        <w:numPr>
          <w:ilvl w:val="0"/>
          <w:numId w:val="1"/>
        </w:numPr>
      </w:pPr>
      <w:r>
        <w:t>In the event of horse movement restrictions, each participant will be responsible for the care, maintenance and cost of their horse/s including feeding and watering.</w:t>
      </w:r>
    </w:p>
    <w:p w:rsidR="00CD2F29" w:rsidRDefault="00CD2F29" w:rsidP="00CD2F29">
      <w:pPr>
        <w:pStyle w:val="ListParagraph"/>
        <w:ind w:left="360"/>
      </w:pPr>
    </w:p>
    <w:p w:rsidR="008B3696" w:rsidRDefault="008B3696" w:rsidP="008B3696">
      <w:pPr>
        <w:rPr>
          <w:u w:val="single"/>
        </w:rPr>
      </w:pPr>
      <w:r>
        <w:t>____</w:t>
      </w:r>
      <w:r w:rsidR="00255CAD">
        <w:t>______________________</w:t>
      </w:r>
      <w:r w:rsidR="00255CAD">
        <w:tab/>
      </w:r>
      <w:r w:rsidR="00EB7B06">
        <w:tab/>
      </w:r>
      <w:sdt>
        <w:sdtPr>
          <w:id w:val="-437835724"/>
          <w:placeholder>
            <w:docPart w:val="DefaultPlaceholder_1081868574"/>
          </w:placeholder>
          <w:showingPlcHdr/>
          <w:text/>
        </w:sdtPr>
        <w:sdtEndPr/>
        <w:sdtContent>
          <w:r w:rsidR="00670933">
            <w:rPr>
              <w:rStyle w:val="PlaceholderText"/>
            </w:rPr>
            <w:t>E</w:t>
          </w:r>
          <w:r w:rsidR="00670933" w:rsidRPr="00D4350A">
            <w:rPr>
              <w:rStyle w:val="PlaceholderText"/>
            </w:rPr>
            <w:t xml:space="preserve">nter </w:t>
          </w:r>
          <w:r w:rsidR="00670933">
            <w:rPr>
              <w:rStyle w:val="PlaceholderText"/>
            </w:rPr>
            <w:t>name</w:t>
          </w:r>
          <w:r w:rsidR="00670933" w:rsidRPr="00D4350A">
            <w:rPr>
              <w:rStyle w:val="PlaceholderText"/>
            </w:rPr>
            <w:t>.</w:t>
          </w:r>
        </w:sdtContent>
      </w:sdt>
      <w:r>
        <w:tab/>
      </w:r>
      <w:r w:rsidR="00EB7B06">
        <w:tab/>
      </w:r>
      <w:r w:rsidR="00EB7B06">
        <w:tab/>
      </w:r>
      <w:r w:rsidR="00EB7B06">
        <w:tab/>
      </w:r>
      <w:r w:rsidR="00EB7B06">
        <w:tab/>
      </w:r>
      <w:r w:rsidR="003F1EC6">
        <w:rPr>
          <w:u w:val="single"/>
        </w:rPr>
        <w:t>/2017</w:t>
      </w:r>
    </w:p>
    <w:p w:rsidR="0094034B" w:rsidRDefault="008B3696" w:rsidP="008B3696">
      <w:r w:rsidRPr="008B3696">
        <w:t>Signature</w:t>
      </w:r>
      <w:r>
        <w:tab/>
      </w:r>
      <w:r>
        <w:tab/>
      </w:r>
      <w:r>
        <w:tab/>
      </w:r>
      <w:r>
        <w:tab/>
        <w:t>Name (Print)</w:t>
      </w:r>
      <w:r>
        <w:tab/>
      </w:r>
      <w:r>
        <w:tab/>
      </w:r>
      <w:r>
        <w:tab/>
      </w:r>
      <w:r>
        <w:tab/>
        <w:t>Date</w:t>
      </w:r>
    </w:p>
    <w:p w:rsidR="0094034B" w:rsidRPr="0094034B" w:rsidRDefault="0094034B" w:rsidP="0094034B"/>
    <w:p w:rsidR="0094034B" w:rsidRPr="0094034B" w:rsidRDefault="0094034B" w:rsidP="0094034B"/>
    <w:p w:rsidR="0094034B" w:rsidRPr="0094034B" w:rsidRDefault="0094034B" w:rsidP="0094034B"/>
    <w:p w:rsidR="0094034B" w:rsidRDefault="0094034B" w:rsidP="0094034B"/>
    <w:p w:rsidR="0094034B" w:rsidRDefault="0094034B" w:rsidP="0094034B"/>
    <w:p w:rsidR="008B3696" w:rsidRPr="0094034B" w:rsidRDefault="008B3696" w:rsidP="0094034B">
      <w:pPr>
        <w:jc w:val="center"/>
      </w:pPr>
    </w:p>
    <w:sectPr w:rsidR="008B3696" w:rsidRPr="0094034B" w:rsidSect="008B3696">
      <w:pgSz w:w="11906" w:h="16838"/>
      <w:pgMar w:top="709" w:right="849"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A24F30"/>
    <w:multiLevelType w:val="hybridMultilevel"/>
    <w:tmpl w:val="5E2E6CC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2D0"/>
    <w:rsid w:val="00054A00"/>
    <w:rsid w:val="000A12D0"/>
    <w:rsid w:val="00255CAD"/>
    <w:rsid w:val="00264A93"/>
    <w:rsid w:val="00265DF0"/>
    <w:rsid w:val="003F1EC6"/>
    <w:rsid w:val="00571CA3"/>
    <w:rsid w:val="00604A23"/>
    <w:rsid w:val="00670933"/>
    <w:rsid w:val="008A405F"/>
    <w:rsid w:val="008B3696"/>
    <w:rsid w:val="008B727D"/>
    <w:rsid w:val="0094034B"/>
    <w:rsid w:val="00A96DDC"/>
    <w:rsid w:val="00B92708"/>
    <w:rsid w:val="00C022A8"/>
    <w:rsid w:val="00CD2F29"/>
    <w:rsid w:val="00D849D5"/>
    <w:rsid w:val="00E52C91"/>
    <w:rsid w:val="00E71A5F"/>
    <w:rsid w:val="00EB7B06"/>
    <w:rsid w:val="00F0608E"/>
    <w:rsid w:val="00FE71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D7508"/>
  <w15:chartTrackingRefBased/>
  <w15:docId w15:val="{6AB44767-51E1-429C-9319-9BA438184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96DD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6DD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7193"/>
    <w:pPr>
      <w:ind w:left="720"/>
      <w:contextualSpacing/>
    </w:pPr>
  </w:style>
  <w:style w:type="character" w:styleId="PlaceholderText">
    <w:name w:val="Placeholder Text"/>
    <w:basedOn w:val="DefaultParagraphFont"/>
    <w:uiPriority w:val="99"/>
    <w:semiHidden/>
    <w:rsid w:val="008A40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25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anie\Documents\Custom%20Office%20Templates\P.C.HorseHealthDec.201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9F8A9ADD5B43B8B70C0A198460C062"/>
        <w:category>
          <w:name w:val="General"/>
          <w:gallery w:val="placeholder"/>
        </w:category>
        <w:types>
          <w:type w:val="bbPlcHdr"/>
        </w:types>
        <w:behaviors>
          <w:behavior w:val="content"/>
        </w:behaviors>
        <w:guid w:val="{E7661354-969B-4505-B9ED-AE93AAB96193}"/>
      </w:docPartPr>
      <w:docPartBody>
        <w:p w:rsidR="00574D4B" w:rsidRDefault="00D144A8" w:rsidP="00D144A8">
          <w:pPr>
            <w:pStyle w:val="E39F8A9ADD5B43B8B70C0A198460C0624"/>
          </w:pPr>
          <w:r>
            <w:rPr>
              <w:rStyle w:val="PlaceholderText"/>
            </w:rPr>
            <w:t>Enter PIC</w:t>
          </w:r>
          <w:r w:rsidRPr="000C3B8B">
            <w:rPr>
              <w:rStyle w:val="PlaceholderText"/>
            </w:rPr>
            <w:t>.</w:t>
          </w:r>
        </w:p>
      </w:docPartBody>
    </w:docPart>
    <w:docPart>
      <w:docPartPr>
        <w:name w:val="38387FB55DF84BC9A8E1B60AB2925107"/>
        <w:category>
          <w:name w:val="General"/>
          <w:gallery w:val="placeholder"/>
        </w:category>
        <w:types>
          <w:type w:val="bbPlcHdr"/>
        </w:types>
        <w:behaviors>
          <w:behavior w:val="content"/>
        </w:behaviors>
        <w:guid w:val="{AD83A048-A1AA-4104-9F03-4041E83C8F26}"/>
      </w:docPartPr>
      <w:docPartBody>
        <w:p w:rsidR="00574D4B" w:rsidRDefault="00D144A8" w:rsidP="00D144A8">
          <w:pPr>
            <w:pStyle w:val="38387FB55DF84BC9A8E1B60AB29251074"/>
          </w:pPr>
          <w:r w:rsidRPr="00B92708">
            <w:rPr>
              <w:rStyle w:val="PlaceholderText"/>
              <w:sz w:val="16"/>
              <w:szCs w:val="16"/>
            </w:rPr>
            <w:t>Name</w:t>
          </w:r>
        </w:p>
      </w:docPartBody>
    </w:docPart>
    <w:docPart>
      <w:docPartPr>
        <w:name w:val="4C77B5A6F0E04BCDB54BDAE88BF642A8"/>
        <w:category>
          <w:name w:val="General"/>
          <w:gallery w:val="placeholder"/>
        </w:category>
        <w:types>
          <w:type w:val="bbPlcHdr"/>
        </w:types>
        <w:behaviors>
          <w:behavior w:val="content"/>
        </w:behaviors>
        <w:guid w:val="{20EC2860-4500-47E4-B7DD-C7E3E8AA71DE}"/>
      </w:docPartPr>
      <w:docPartBody>
        <w:p w:rsidR="00574D4B" w:rsidRDefault="00D144A8" w:rsidP="00D144A8">
          <w:pPr>
            <w:pStyle w:val="4C77B5A6F0E04BCDB54BDAE88BF642A84"/>
          </w:pPr>
          <w:r>
            <w:rPr>
              <w:rStyle w:val="PlaceholderText"/>
              <w:sz w:val="16"/>
              <w:szCs w:val="16"/>
            </w:rPr>
            <w:t>Breed</w:t>
          </w:r>
        </w:p>
      </w:docPartBody>
    </w:docPart>
    <w:docPart>
      <w:docPartPr>
        <w:name w:val="EF20EBFD088C4B7992A08BABFBC29092"/>
        <w:category>
          <w:name w:val="General"/>
          <w:gallery w:val="placeholder"/>
        </w:category>
        <w:types>
          <w:type w:val="bbPlcHdr"/>
        </w:types>
        <w:behaviors>
          <w:behavior w:val="content"/>
        </w:behaviors>
        <w:guid w:val="{E8560B93-5B76-49CC-8F3D-E98870869915}"/>
      </w:docPartPr>
      <w:docPartBody>
        <w:p w:rsidR="00574D4B" w:rsidRDefault="00D144A8" w:rsidP="00D144A8">
          <w:pPr>
            <w:pStyle w:val="EF20EBFD088C4B7992A08BABFBC290924"/>
          </w:pPr>
          <w:r w:rsidRPr="00B92708">
            <w:rPr>
              <w:rStyle w:val="PlaceholderText"/>
              <w:sz w:val="16"/>
              <w:szCs w:val="16"/>
            </w:rPr>
            <w:t>Colour/Sex</w:t>
          </w:r>
        </w:p>
      </w:docPartBody>
    </w:docPart>
    <w:docPart>
      <w:docPartPr>
        <w:name w:val="CDB302D648D94E3BA7E5B039F3D99AB2"/>
        <w:category>
          <w:name w:val="General"/>
          <w:gallery w:val="placeholder"/>
        </w:category>
        <w:types>
          <w:type w:val="bbPlcHdr"/>
        </w:types>
        <w:behaviors>
          <w:behavior w:val="content"/>
        </w:behaviors>
        <w:guid w:val="{87D54DC5-B3EB-4677-9797-36FC7508340A}"/>
      </w:docPartPr>
      <w:docPartBody>
        <w:p w:rsidR="00574D4B" w:rsidRDefault="00D144A8" w:rsidP="00D144A8">
          <w:pPr>
            <w:pStyle w:val="CDB302D648D94E3BA7E5B039F3D99AB24"/>
          </w:pPr>
          <w:r w:rsidRPr="00B92708">
            <w:rPr>
              <w:rStyle w:val="PlaceholderText"/>
              <w:sz w:val="16"/>
              <w:szCs w:val="16"/>
            </w:rPr>
            <w:t>Brand/Microchip</w:t>
          </w:r>
        </w:p>
      </w:docPartBody>
    </w:docPart>
    <w:docPart>
      <w:docPartPr>
        <w:name w:val="295EF76DD1504A59BD1CFB53C0C6B904"/>
        <w:category>
          <w:name w:val="General"/>
          <w:gallery w:val="placeholder"/>
        </w:category>
        <w:types>
          <w:type w:val="bbPlcHdr"/>
        </w:types>
        <w:behaviors>
          <w:behavior w:val="content"/>
        </w:behaviors>
        <w:guid w:val="{589C4E9A-4EF8-4BCB-B2D7-FCA6DF4AAE29}"/>
      </w:docPartPr>
      <w:docPartBody>
        <w:p w:rsidR="00574D4B" w:rsidRDefault="00D144A8" w:rsidP="00D144A8">
          <w:pPr>
            <w:pStyle w:val="295EF76DD1504A59BD1CFB53C0C6B9044"/>
          </w:pPr>
          <w:r w:rsidRPr="00B92708">
            <w:rPr>
              <w:rStyle w:val="PlaceholderText"/>
              <w:sz w:val="16"/>
              <w:szCs w:val="16"/>
            </w:rPr>
            <w:t>Y/N</w:t>
          </w:r>
        </w:p>
      </w:docPartBody>
    </w:docPart>
    <w:docPart>
      <w:docPartPr>
        <w:name w:val="1EF685B60BD14C28BDC26559BFD2D141"/>
        <w:category>
          <w:name w:val="General"/>
          <w:gallery w:val="placeholder"/>
        </w:category>
        <w:types>
          <w:type w:val="bbPlcHdr"/>
        </w:types>
        <w:behaviors>
          <w:behavior w:val="content"/>
        </w:behaviors>
        <w:guid w:val="{27CAC43C-A42E-41ED-930B-B077AD77A259}"/>
      </w:docPartPr>
      <w:docPartBody>
        <w:p w:rsidR="00574D4B" w:rsidRDefault="00D144A8" w:rsidP="00D144A8">
          <w:pPr>
            <w:pStyle w:val="1EF685B60BD14C28BDC26559BFD2D1414"/>
          </w:pPr>
          <w:r w:rsidRPr="00B92708">
            <w:rPr>
              <w:rStyle w:val="PlaceholderText"/>
              <w:sz w:val="16"/>
              <w:szCs w:val="16"/>
            </w:rPr>
            <w:t>Date</w:t>
          </w:r>
        </w:p>
      </w:docPartBody>
    </w:docPart>
    <w:docPart>
      <w:docPartPr>
        <w:name w:val="DefaultPlaceholder_1081868574"/>
        <w:category>
          <w:name w:val="General"/>
          <w:gallery w:val="placeholder"/>
        </w:category>
        <w:types>
          <w:type w:val="bbPlcHdr"/>
        </w:types>
        <w:behaviors>
          <w:behavior w:val="content"/>
        </w:behaviors>
        <w:guid w:val="{B75EA08C-4E09-48D0-9C43-7E857C171FAB}"/>
      </w:docPartPr>
      <w:docPartBody>
        <w:p w:rsidR="00C5371F" w:rsidRDefault="00D144A8" w:rsidP="00D144A8">
          <w:pPr>
            <w:pStyle w:val="DefaultPlaceholder10818685743"/>
          </w:pPr>
          <w:r>
            <w:rPr>
              <w:rStyle w:val="PlaceholderText"/>
            </w:rPr>
            <w:t>E</w:t>
          </w:r>
          <w:r w:rsidRPr="00D4350A">
            <w:rPr>
              <w:rStyle w:val="PlaceholderText"/>
            </w:rPr>
            <w:t xml:space="preserve">nter </w:t>
          </w:r>
          <w:r>
            <w:rPr>
              <w:rStyle w:val="PlaceholderText"/>
            </w:rPr>
            <w:t>name</w:t>
          </w:r>
          <w:r w:rsidRPr="00D4350A">
            <w:rPr>
              <w:rStyle w:val="PlaceholderText"/>
            </w:rPr>
            <w:t>.</w:t>
          </w:r>
        </w:p>
      </w:docPartBody>
    </w:docPart>
    <w:docPart>
      <w:docPartPr>
        <w:name w:val="56D11BFE2282433AAF16568FAAEFDD0D"/>
        <w:category>
          <w:name w:val="General"/>
          <w:gallery w:val="placeholder"/>
        </w:category>
        <w:types>
          <w:type w:val="bbPlcHdr"/>
        </w:types>
        <w:behaviors>
          <w:behavior w:val="content"/>
        </w:behaviors>
        <w:guid w:val="{A740B6AD-368C-4170-A59C-BEFB6EFD1AEA}"/>
      </w:docPartPr>
      <w:docPartBody>
        <w:p w:rsidR="00C5371F" w:rsidRDefault="00D144A8" w:rsidP="00D144A8">
          <w:pPr>
            <w:pStyle w:val="56D11BFE2282433AAF16568FAAEFDD0D4"/>
          </w:pPr>
          <w:r w:rsidRPr="00B92708">
            <w:rPr>
              <w:rStyle w:val="PlaceholderText"/>
              <w:sz w:val="16"/>
              <w:szCs w:val="16"/>
            </w:rPr>
            <w:t>Name</w:t>
          </w:r>
        </w:p>
      </w:docPartBody>
    </w:docPart>
    <w:docPart>
      <w:docPartPr>
        <w:name w:val="64EBF2EB42B24BDDBC8F06EAF859E858"/>
        <w:category>
          <w:name w:val="General"/>
          <w:gallery w:val="placeholder"/>
        </w:category>
        <w:types>
          <w:type w:val="bbPlcHdr"/>
        </w:types>
        <w:behaviors>
          <w:behavior w:val="content"/>
        </w:behaviors>
        <w:guid w:val="{D2E2DF37-1ADB-4E31-924A-F1E86DD0666C}"/>
      </w:docPartPr>
      <w:docPartBody>
        <w:p w:rsidR="00C5371F" w:rsidRDefault="00D144A8" w:rsidP="00D144A8">
          <w:pPr>
            <w:pStyle w:val="64EBF2EB42B24BDDBC8F06EAF859E8584"/>
          </w:pPr>
          <w:r>
            <w:rPr>
              <w:rStyle w:val="PlaceholderText"/>
              <w:sz w:val="16"/>
              <w:szCs w:val="16"/>
            </w:rPr>
            <w:t>Breed</w:t>
          </w:r>
        </w:p>
      </w:docPartBody>
    </w:docPart>
    <w:docPart>
      <w:docPartPr>
        <w:name w:val="4FAA13CBD4F748F2B049996FB2422717"/>
        <w:category>
          <w:name w:val="General"/>
          <w:gallery w:val="placeholder"/>
        </w:category>
        <w:types>
          <w:type w:val="bbPlcHdr"/>
        </w:types>
        <w:behaviors>
          <w:behavior w:val="content"/>
        </w:behaviors>
        <w:guid w:val="{49C73C78-AB19-4A72-B4A6-EFAAB202AE87}"/>
      </w:docPartPr>
      <w:docPartBody>
        <w:p w:rsidR="00C5371F" w:rsidRDefault="00D144A8" w:rsidP="00D144A8">
          <w:pPr>
            <w:pStyle w:val="4FAA13CBD4F748F2B049996FB24227174"/>
          </w:pPr>
          <w:r w:rsidRPr="00B92708">
            <w:rPr>
              <w:rStyle w:val="PlaceholderText"/>
              <w:sz w:val="16"/>
              <w:szCs w:val="16"/>
            </w:rPr>
            <w:t>Colour/Sex</w:t>
          </w:r>
        </w:p>
      </w:docPartBody>
    </w:docPart>
    <w:docPart>
      <w:docPartPr>
        <w:name w:val="526E4AAC179643DBA0DB6466D1B7BD24"/>
        <w:category>
          <w:name w:val="General"/>
          <w:gallery w:val="placeholder"/>
        </w:category>
        <w:types>
          <w:type w:val="bbPlcHdr"/>
        </w:types>
        <w:behaviors>
          <w:behavior w:val="content"/>
        </w:behaviors>
        <w:guid w:val="{0EF87ABA-1E8C-4F24-860D-A5C0E80B09D2}"/>
      </w:docPartPr>
      <w:docPartBody>
        <w:p w:rsidR="00C5371F" w:rsidRDefault="00D144A8" w:rsidP="00D144A8">
          <w:pPr>
            <w:pStyle w:val="526E4AAC179643DBA0DB6466D1B7BD244"/>
          </w:pPr>
          <w:r w:rsidRPr="00B92708">
            <w:rPr>
              <w:rStyle w:val="PlaceholderText"/>
              <w:sz w:val="16"/>
              <w:szCs w:val="16"/>
            </w:rPr>
            <w:t>Brand/Microchip</w:t>
          </w:r>
        </w:p>
      </w:docPartBody>
    </w:docPart>
    <w:docPart>
      <w:docPartPr>
        <w:name w:val="B922651C281C4FA99049E09D63ED6250"/>
        <w:category>
          <w:name w:val="General"/>
          <w:gallery w:val="placeholder"/>
        </w:category>
        <w:types>
          <w:type w:val="bbPlcHdr"/>
        </w:types>
        <w:behaviors>
          <w:behavior w:val="content"/>
        </w:behaviors>
        <w:guid w:val="{8B4661EC-2AA5-4262-870D-A2E0DF798FB4}"/>
      </w:docPartPr>
      <w:docPartBody>
        <w:p w:rsidR="00C5371F" w:rsidRDefault="00D144A8" w:rsidP="00D144A8">
          <w:pPr>
            <w:pStyle w:val="B922651C281C4FA99049E09D63ED62504"/>
          </w:pPr>
          <w:r w:rsidRPr="00B92708">
            <w:rPr>
              <w:rStyle w:val="PlaceholderText"/>
              <w:sz w:val="16"/>
              <w:szCs w:val="16"/>
            </w:rPr>
            <w:t>Y/N</w:t>
          </w:r>
        </w:p>
      </w:docPartBody>
    </w:docPart>
    <w:docPart>
      <w:docPartPr>
        <w:name w:val="6700CD0EC2BB4CD8815D3846E8677C16"/>
        <w:category>
          <w:name w:val="General"/>
          <w:gallery w:val="placeholder"/>
        </w:category>
        <w:types>
          <w:type w:val="bbPlcHdr"/>
        </w:types>
        <w:behaviors>
          <w:behavior w:val="content"/>
        </w:behaviors>
        <w:guid w:val="{05D3F76A-0069-4A93-B3D2-CBC3CD2AD188}"/>
      </w:docPartPr>
      <w:docPartBody>
        <w:p w:rsidR="00C5371F" w:rsidRDefault="00D144A8" w:rsidP="00D144A8">
          <w:pPr>
            <w:pStyle w:val="6700CD0EC2BB4CD8815D3846E8677C164"/>
          </w:pPr>
          <w:r w:rsidRPr="00B92708">
            <w:rPr>
              <w:rStyle w:val="PlaceholderText"/>
              <w:sz w:val="16"/>
              <w:szCs w:val="16"/>
            </w:rPr>
            <w:t>Date</w:t>
          </w:r>
        </w:p>
      </w:docPartBody>
    </w:docPart>
    <w:docPart>
      <w:docPartPr>
        <w:name w:val="785D02E5B91C4FE392AAB4A7BAA5800C"/>
        <w:category>
          <w:name w:val="General"/>
          <w:gallery w:val="placeholder"/>
        </w:category>
        <w:types>
          <w:type w:val="bbPlcHdr"/>
        </w:types>
        <w:behaviors>
          <w:behavior w:val="content"/>
        </w:behaviors>
        <w:guid w:val="{23C849D7-322C-4BF4-9F64-51491C208DB0}"/>
      </w:docPartPr>
      <w:docPartBody>
        <w:p w:rsidR="00C5371F" w:rsidRDefault="00D144A8" w:rsidP="00D144A8">
          <w:pPr>
            <w:pStyle w:val="785D02E5B91C4FE392AAB4A7BAA5800C4"/>
          </w:pPr>
          <w:r w:rsidRPr="00B92708">
            <w:rPr>
              <w:rStyle w:val="PlaceholderText"/>
              <w:sz w:val="16"/>
              <w:szCs w:val="16"/>
            </w:rPr>
            <w:t>Name</w:t>
          </w:r>
        </w:p>
      </w:docPartBody>
    </w:docPart>
    <w:docPart>
      <w:docPartPr>
        <w:name w:val="963D27F11ADB47D1956055A0F6FF3A88"/>
        <w:category>
          <w:name w:val="General"/>
          <w:gallery w:val="placeholder"/>
        </w:category>
        <w:types>
          <w:type w:val="bbPlcHdr"/>
        </w:types>
        <w:behaviors>
          <w:behavior w:val="content"/>
        </w:behaviors>
        <w:guid w:val="{F8191C6B-D080-4EF1-A5E8-F5D1511FC167}"/>
      </w:docPartPr>
      <w:docPartBody>
        <w:p w:rsidR="00C5371F" w:rsidRDefault="00D144A8" w:rsidP="00D144A8">
          <w:pPr>
            <w:pStyle w:val="963D27F11ADB47D1956055A0F6FF3A884"/>
          </w:pPr>
          <w:r>
            <w:rPr>
              <w:rStyle w:val="PlaceholderText"/>
              <w:sz w:val="16"/>
              <w:szCs w:val="16"/>
            </w:rPr>
            <w:t>Breed</w:t>
          </w:r>
        </w:p>
      </w:docPartBody>
    </w:docPart>
    <w:docPart>
      <w:docPartPr>
        <w:name w:val="B84DC439C5CB497DBA2C796C84B0E28A"/>
        <w:category>
          <w:name w:val="General"/>
          <w:gallery w:val="placeholder"/>
        </w:category>
        <w:types>
          <w:type w:val="bbPlcHdr"/>
        </w:types>
        <w:behaviors>
          <w:behavior w:val="content"/>
        </w:behaviors>
        <w:guid w:val="{4D255B80-EEFC-4833-9802-0FD8324B621F}"/>
      </w:docPartPr>
      <w:docPartBody>
        <w:p w:rsidR="00C5371F" w:rsidRDefault="00D144A8" w:rsidP="00D144A8">
          <w:pPr>
            <w:pStyle w:val="B84DC439C5CB497DBA2C796C84B0E28A4"/>
          </w:pPr>
          <w:r w:rsidRPr="00B92708">
            <w:rPr>
              <w:rStyle w:val="PlaceholderText"/>
              <w:sz w:val="16"/>
              <w:szCs w:val="16"/>
            </w:rPr>
            <w:t>Colour/Sex</w:t>
          </w:r>
        </w:p>
      </w:docPartBody>
    </w:docPart>
    <w:docPart>
      <w:docPartPr>
        <w:name w:val="D118B5085CA442C18D2D01D05596093C"/>
        <w:category>
          <w:name w:val="General"/>
          <w:gallery w:val="placeholder"/>
        </w:category>
        <w:types>
          <w:type w:val="bbPlcHdr"/>
        </w:types>
        <w:behaviors>
          <w:behavior w:val="content"/>
        </w:behaviors>
        <w:guid w:val="{22A7B816-C0BA-4B7C-9BB4-76A3436D5302}"/>
      </w:docPartPr>
      <w:docPartBody>
        <w:p w:rsidR="00C5371F" w:rsidRDefault="00D144A8" w:rsidP="00D144A8">
          <w:pPr>
            <w:pStyle w:val="D118B5085CA442C18D2D01D05596093C4"/>
          </w:pPr>
          <w:r w:rsidRPr="00B92708">
            <w:rPr>
              <w:rStyle w:val="PlaceholderText"/>
              <w:sz w:val="16"/>
              <w:szCs w:val="16"/>
            </w:rPr>
            <w:t>Brand/Microchip</w:t>
          </w:r>
        </w:p>
      </w:docPartBody>
    </w:docPart>
    <w:docPart>
      <w:docPartPr>
        <w:name w:val="1B5C9488432146D2832F29510E9C7BB8"/>
        <w:category>
          <w:name w:val="General"/>
          <w:gallery w:val="placeholder"/>
        </w:category>
        <w:types>
          <w:type w:val="bbPlcHdr"/>
        </w:types>
        <w:behaviors>
          <w:behavior w:val="content"/>
        </w:behaviors>
        <w:guid w:val="{6588BF73-41F9-4DDE-9260-3EB5C9C44090}"/>
      </w:docPartPr>
      <w:docPartBody>
        <w:p w:rsidR="00C5371F" w:rsidRDefault="00D144A8" w:rsidP="00D144A8">
          <w:pPr>
            <w:pStyle w:val="1B5C9488432146D2832F29510E9C7BB84"/>
          </w:pPr>
          <w:r w:rsidRPr="00B92708">
            <w:rPr>
              <w:rStyle w:val="PlaceholderText"/>
              <w:sz w:val="16"/>
              <w:szCs w:val="16"/>
            </w:rPr>
            <w:t>Y/N</w:t>
          </w:r>
        </w:p>
      </w:docPartBody>
    </w:docPart>
    <w:docPart>
      <w:docPartPr>
        <w:name w:val="D028065894AE47EAA5B385994CD5ADF9"/>
        <w:category>
          <w:name w:val="General"/>
          <w:gallery w:val="placeholder"/>
        </w:category>
        <w:types>
          <w:type w:val="bbPlcHdr"/>
        </w:types>
        <w:behaviors>
          <w:behavior w:val="content"/>
        </w:behaviors>
        <w:guid w:val="{A8F8981F-CCEC-4CE7-BB7B-0F5DF5D544BF}"/>
      </w:docPartPr>
      <w:docPartBody>
        <w:p w:rsidR="00C5371F" w:rsidRDefault="00D144A8" w:rsidP="00D144A8">
          <w:pPr>
            <w:pStyle w:val="D028065894AE47EAA5B385994CD5ADF94"/>
          </w:pPr>
          <w:r w:rsidRPr="00B92708">
            <w:rPr>
              <w:rStyle w:val="PlaceholderText"/>
              <w:sz w:val="16"/>
              <w:szCs w:val="16"/>
            </w:rPr>
            <w:t>Date</w:t>
          </w:r>
        </w:p>
      </w:docPartBody>
    </w:docPart>
    <w:docPart>
      <w:docPartPr>
        <w:name w:val="DF7CE4216EF6434D96C9CFEA4826EF6E"/>
        <w:category>
          <w:name w:val="General"/>
          <w:gallery w:val="placeholder"/>
        </w:category>
        <w:types>
          <w:type w:val="bbPlcHdr"/>
        </w:types>
        <w:behaviors>
          <w:behavior w:val="content"/>
        </w:behaviors>
        <w:guid w:val="{E23C91F2-3847-4421-808B-E50AE63828D2}"/>
      </w:docPartPr>
      <w:docPartBody>
        <w:p w:rsidR="00C5371F" w:rsidRDefault="00D144A8" w:rsidP="00D144A8">
          <w:pPr>
            <w:pStyle w:val="DF7CE4216EF6434D96C9CFEA4826EF6E4"/>
          </w:pPr>
          <w:r w:rsidRPr="00B92708">
            <w:rPr>
              <w:rStyle w:val="PlaceholderText"/>
              <w:sz w:val="16"/>
              <w:szCs w:val="16"/>
            </w:rPr>
            <w:t>Name</w:t>
          </w:r>
        </w:p>
      </w:docPartBody>
    </w:docPart>
    <w:docPart>
      <w:docPartPr>
        <w:name w:val="B9B60BC1235542A3A4331DC0376C760C"/>
        <w:category>
          <w:name w:val="General"/>
          <w:gallery w:val="placeholder"/>
        </w:category>
        <w:types>
          <w:type w:val="bbPlcHdr"/>
        </w:types>
        <w:behaviors>
          <w:behavior w:val="content"/>
        </w:behaviors>
        <w:guid w:val="{B2108D51-1FC4-437C-9FCD-D16F92250DED}"/>
      </w:docPartPr>
      <w:docPartBody>
        <w:p w:rsidR="00C5371F" w:rsidRDefault="00D144A8" w:rsidP="00D144A8">
          <w:pPr>
            <w:pStyle w:val="B9B60BC1235542A3A4331DC0376C760C4"/>
          </w:pPr>
          <w:r>
            <w:rPr>
              <w:rStyle w:val="PlaceholderText"/>
              <w:sz w:val="16"/>
              <w:szCs w:val="16"/>
            </w:rPr>
            <w:t>Breed</w:t>
          </w:r>
        </w:p>
      </w:docPartBody>
    </w:docPart>
    <w:docPart>
      <w:docPartPr>
        <w:name w:val="D8AB6BC919754F699F3E445815861732"/>
        <w:category>
          <w:name w:val="General"/>
          <w:gallery w:val="placeholder"/>
        </w:category>
        <w:types>
          <w:type w:val="bbPlcHdr"/>
        </w:types>
        <w:behaviors>
          <w:behavior w:val="content"/>
        </w:behaviors>
        <w:guid w:val="{879778F0-7E51-4F11-AFE2-374FC94CECD0}"/>
      </w:docPartPr>
      <w:docPartBody>
        <w:p w:rsidR="00C5371F" w:rsidRDefault="00D144A8" w:rsidP="00D144A8">
          <w:pPr>
            <w:pStyle w:val="D8AB6BC919754F699F3E4458158617324"/>
          </w:pPr>
          <w:r w:rsidRPr="00B92708">
            <w:rPr>
              <w:rStyle w:val="PlaceholderText"/>
              <w:sz w:val="16"/>
              <w:szCs w:val="16"/>
            </w:rPr>
            <w:t>Colour/Sex</w:t>
          </w:r>
        </w:p>
      </w:docPartBody>
    </w:docPart>
    <w:docPart>
      <w:docPartPr>
        <w:name w:val="1746EEC40DC541A4BCE688BB97D2E010"/>
        <w:category>
          <w:name w:val="General"/>
          <w:gallery w:val="placeholder"/>
        </w:category>
        <w:types>
          <w:type w:val="bbPlcHdr"/>
        </w:types>
        <w:behaviors>
          <w:behavior w:val="content"/>
        </w:behaviors>
        <w:guid w:val="{C9722278-B615-4EE9-B98B-B7D3B05995FA}"/>
      </w:docPartPr>
      <w:docPartBody>
        <w:p w:rsidR="00C5371F" w:rsidRDefault="00D144A8" w:rsidP="00D144A8">
          <w:pPr>
            <w:pStyle w:val="1746EEC40DC541A4BCE688BB97D2E0104"/>
          </w:pPr>
          <w:r w:rsidRPr="00B92708">
            <w:rPr>
              <w:rStyle w:val="PlaceholderText"/>
              <w:sz w:val="16"/>
              <w:szCs w:val="16"/>
            </w:rPr>
            <w:t>Brand/Microchip</w:t>
          </w:r>
        </w:p>
      </w:docPartBody>
    </w:docPart>
    <w:docPart>
      <w:docPartPr>
        <w:name w:val="3EFAF84F1D614DBB99DFBF77620EDF9F"/>
        <w:category>
          <w:name w:val="General"/>
          <w:gallery w:val="placeholder"/>
        </w:category>
        <w:types>
          <w:type w:val="bbPlcHdr"/>
        </w:types>
        <w:behaviors>
          <w:behavior w:val="content"/>
        </w:behaviors>
        <w:guid w:val="{0CD5502A-5D0B-4CC2-A0F3-9B8AE6768960}"/>
      </w:docPartPr>
      <w:docPartBody>
        <w:p w:rsidR="00C5371F" w:rsidRDefault="00D144A8" w:rsidP="00D144A8">
          <w:pPr>
            <w:pStyle w:val="3EFAF84F1D614DBB99DFBF77620EDF9F4"/>
          </w:pPr>
          <w:r w:rsidRPr="00B92708">
            <w:rPr>
              <w:rStyle w:val="PlaceholderText"/>
              <w:sz w:val="16"/>
              <w:szCs w:val="16"/>
            </w:rPr>
            <w:t>Y/N</w:t>
          </w:r>
        </w:p>
      </w:docPartBody>
    </w:docPart>
    <w:docPart>
      <w:docPartPr>
        <w:name w:val="1435103CC6CB47F683E18AAA157CA733"/>
        <w:category>
          <w:name w:val="General"/>
          <w:gallery w:val="placeholder"/>
        </w:category>
        <w:types>
          <w:type w:val="bbPlcHdr"/>
        </w:types>
        <w:behaviors>
          <w:behavior w:val="content"/>
        </w:behaviors>
        <w:guid w:val="{813030BD-4C14-44EB-8148-3D42FE14CBEC}"/>
      </w:docPartPr>
      <w:docPartBody>
        <w:p w:rsidR="00C5371F" w:rsidRDefault="00D144A8" w:rsidP="00D144A8">
          <w:pPr>
            <w:pStyle w:val="1435103CC6CB47F683E18AAA157CA7334"/>
          </w:pPr>
          <w:r w:rsidRPr="00B92708">
            <w:rPr>
              <w:rStyle w:val="PlaceholderText"/>
              <w:sz w:val="16"/>
              <w:szCs w:val="16"/>
            </w:rPr>
            <w:t>Date</w:t>
          </w:r>
        </w:p>
      </w:docPartBody>
    </w:docPart>
    <w:docPart>
      <w:docPartPr>
        <w:name w:val="C27330F45135408286155B6F72CBE829"/>
        <w:category>
          <w:name w:val="General"/>
          <w:gallery w:val="placeholder"/>
        </w:category>
        <w:types>
          <w:type w:val="bbPlcHdr"/>
        </w:types>
        <w:behaviors>
          <w:behavior w:val="content"/>
        </w:behaviors>
        <w:guid w:val="{EB7DA89B-4886-45DB-B967-66D92B50F869}"/>
      </w:docPartPr>
      <w:docPartBody>
        <w:p w:rsidR="00C5371F" w:rsidRDefault="00D144A8" w:rsidP="00D144A8">
          <w:pPr>
            <w:pStyle w:val="C27330F45135408286155B6F72CBE8294"/>
          </w:pPr>
          <w:r w:rsidRPr="00B92708">
            <w:rPr>
              <w:rStyle w:val="PlaceholderText"/>
              <w:sz w:val="16"/>
              <w:szCs w:val="16"/>
            </w:rPr>
            <w:t>Name</w:t>
          </w:r>
        </w:p>
      </w:docPartBody>
    </w:docPart>
    <w:docPart>
      <w:docPartPr>
        <w:name w:val="82B3E314E70E4F1289ECBAAF48983D4A"/>
        <w:category>
          <w:name w:val="General"/>
          <w:gallery w:val="placeholder"/>
        </w:category>
        <w:types>
          <w:type w:val="bbPlcHdr"/>
        </w:types>
        <w:behaviors>
          <w:behavior w:val="content"/>
        </w:behaviors>
        <w:guid w:val="{939A35AA-9BC9-4DA0-9B29-EB508918B956}"/>
      </w:docPartPr>
      <w:docPartBody>
        <w:p w:rsidR="00C5371F" w:rsidRDefault="00D144A8" w:rsidP="00D144A8">
          <w:pPr>
            <w:pStyle w:val="82B3E314E70E4F1289ECBAAF48983D4A4"/>
          </w:pPr>
          <w:r>
            <w:rPr>
              <w:rStyle w:val="PlaceholderText"/>
              <w:sz w:val="16"/>
              <w:szCs w:val="16"/>
            </w:rPr>
            <w:t>Breed</w:t>
          </w:r>
        </w:p>
      </w:docPartBody>
    </w:docPart>
    <w:docPart>
      <w:docPartPr>
        <w:name w:val="0F98C2CF94EB422D9699C2B272122C03"/>
        <w:category>
          <w:name w:val="General"/>
          <w:gallery w:val="placeholder"/>
        </w:category>
        <w:types>
          <w:type w:val="bbPlcHdr"/>
        </w:types>
        <w:behaviors>
          <w:behavior w:val="content"/>
        </w:behaviors>
        <w:guid w:val="{33549DA2-CF19-4D83-B3AE-62F6AE29396F}"/>
      </w:docPartPr>
      <w:docPartBody>
        <w:p w:rsidR="00C5371F" w:rsidRDefault="00D144A8" w:rsidP="00D144A8">
          <w:pPr>
            <w:pStyle w:val="0F98C2CF94EB422D9699C2B272122C034"/>
          </w:pPr>
          <w:r w:rsidRPr="00B92708">
            <w:rPr>
              <w:rStyle w:val="PlaceholderText"/>
              <w:sz w:val="16"/>
              <w:szCs w:val="16"/>
            </w:rPr>
            <w:t>Colour/Sex</w:t>
          </w:r>
        </w:p>
      </w:docPartBody>
    </w:docPart>
    <w:docPart>
      <w:docPartPr>
        <w:name w:val="D7AE44D623B846BCB35B0BF7F8F457C9"/>
        <w:category>
          <w:name w:val="General"/>
          <w:gallery w:val="placeholder"/>
        </w:category>
        <w:types>
          <w:type w:val="bbPlcHdr"/>
        </w:types>
        <w:behaviors>
          <w:behavior w:val="content"/>
        </w:behaviors>
        <w:guid w:val="{6577A6D5-8BD9-43A7-8063-4B1523635AD0}"/>
      </w:docPartPr>
      <w:docPartBody>
        <w:p w:rsidR="00C5371F" w:rsidRDefault="00D144A8" w:rsidP="00D144A8">
          <w:pPr>
            <w:pStyle w:val="D7AE44D623B846BCB35B0BF7F8F457C94"/>
          </w:pPr>
          <w:r w:rsidRPr="00B92708">
            <w:rPr>
              <w:rStyle w:val="PlaceholderText"/>
              <w:sz w:val="16"/>
              <w:szCs w:val="16"/>
            </w:rPr>
            <w:t>Brand/Microchip</w:t>
          </w:r>
        </w:p>
      </w:docPartBody>
    </w:docPart>
    <w:docPart>
      <w:docPartPr>
        <w:name w:val="1C9B500078734138A51A41AAAF364388"/>
        <w:category>
          <w:name w:val="General"/>
          <w:gallery w:val="placeholder"/>
        </w:category>
        <w:types>
          <w:type w:val="bbPlcHdr"/>
        </w:types>
        <w:behaviors>
          <w:behavior w:val="content"/>
        </w:behaviors>
        <w:guid w:val="{4D5742AC-E222-4C6D-A178-8330B5A04442}"/>
      </w:docPartPr>
      <w:docPartBody>
        <w:p w:rsidR="00C5371F" w:rsidRDefault="00D144A8" w:rsidP="00D144A8">
          <w:pPr>
            <w:pStyle w:val="1C9B500078734138A51A41AAAF3643884"/>
          </w:pPr>
          <w:r w:rsidRPr="00B92708">
            <w:rPr>
              <w:rStyle w:val="PlaceholderText"/>
              <w:sz w:val="16"/>
              <w:szCs w:val="16"/>
            </w:rPr>
            <w:t>Y/N</w:t>
          </w:r>
        </w:p>
      </w:docPartBody>
    </w:docPart>
    <w:docPart>
      <w:docPartPr>
        <w:name w:val="1619AC93AF4343188ED45E2B9EC44F2E"/>
        <w:category>
          <w:name w:val="General"/>
          <w:gallery w:val="placeholder"/>
        </w:category>
        <w:types>
          <w:type w:val="bbPlcHdr"/>
        </w:types>
        <w:behaviors>
          <w:behavior w:val="content"/>
        </w:behaviors>
        <w:guid w:val="{B3E47D4D-F963-42E7-A23E-9E4AC8B1B3CC}"/>
      </w:docPartPr>
      <w:docPartBody>
        <w:p w:rsidR="00C5371F" w:rsidRDefault="00D144A8" w:rsidP="00D144A8">
          <w:pPr>
            <w:pStyle w:val="1619AC93AF4343188ED45E2B9EC44F2E4"/>
          </w:pPr>
          <w:r w:rsidRPr="00B92708">
            <w:rPr>
              <w:rStyle w:val="PlaceholderText"/>
              <w:sz w:val="16"/>
              <w:szCs w:val="16"/>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3CC"/>
    <w:rsid w:val="000953CC"/>
    <w:rsid w:val="002F150E"/>
    <w:rsid w:val="00574D4B"/>
    <w:rsid w:val="00760775"/>
    <w:rsid w:val="00C5371F"/>
    <w:rsid w:val="00D144A8"/>
    <w:rsid w:val="00EC53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44A8"/>
    <w:rPr>
      <w:color w:val="808080"/>
    </w:rPr>
  </w:style>
  <w:style w:type="paragraph" w:customStyle="1" w:styleId="4AA52039252B46A7AE644CF711AFF5D9">
    <w:name w:val="4AA52039252B46A7AE644CF711AFF5D9"/>
  </w:style>
  <w:style w:type="paragraph" w:customStyle="1" w:styleId="A3EC74AB529940D1A7FA02597574CA54">
    <w:name w:val="A3EC74AB529940D1A7FA02597574CA54"/>
  </w:style>
  <w:style w:type="paragraph" w:customStyle="1" w:styleId="9933F407BDC14912A828E0E4698DE5E0">
    <w:name w:val="9933F407BDC14912A828E0E4698DE5E0"/>
  </w:style>
  <w:style w:type="paragraph" w:customStyle="1" w:styleId="6660AFB8FD694692A0CAEB72F7CEF342">
    <w:name w:val="6660AFB8FD694692A0CAEB72F7CEF342"/>
  </w:style>
  <w:style w:type="paragraph" w:customStyle="1" w:styleId="169BD44BE71848399065DDED8A92B8B5">
    <w:name w:val="169BD44BE71848399065DDED8A92B8B5"/>
  </w:style>
  <w:style w:type="paragraph" w:customStyle="1" w:styleId="E39F8A9ADD5B43B8B70C0A198460C062">
    <w:name w:val="E39F8A9ADD5B43B8B70C0A198460C062"/>
  </w:style>
  <w:style w:type="paragraph" w:customStyle="1" w:styleId="38387FB55DF84BC9A8E1B60AB2925107">
    <w:name w:val="38387FB55DF84BC9A8E1B60AB2925107"/>
  </w:style>
  <w:style w:type="paragraph" w:customStyle="1" w:styleId="4C77B5A6F0E04BCDB54BDAE88BF642A8">
    <w:name w:val="4C77B5A6F0E04BCDB54BDAE88BF642A8"/>
  </w:style>
  <w:style w:type="paragraph" w:customStyle="1" w:styleId="EF20EBFD088C4B7992A08BABFBC29092">
    <w:name w:val="EF20EBFD088C4B7992A08BABFBC29092"/>
  </w:style>
  <w:style w:type="paragraph" w:customStyle="1" w:styleId="CDB302D648D94E3BA7E5B039F3D99AB2">
    <w:name w:val="CDB302D648D94E3BA7E5B039F3D99AB2"/>
  </w:style>
  <w:style w:type="paragraph" w:customStyle="1" w:styleId="295EF76DD1504A59BD1CFB53C0C6B904">
    <w:name w:val="295EF76DD1504A59BD1CFB53C0C6B904"/>
  </w:style>
  <w:style w:type="paragraph" w:customStyle="1" w:styleId="1EF685B60BD14C28BDC26559BFD2D141">
    <w:name w:val="1EF685B60BD14C28BDC26559BFD2D141"/>
  </w:style>
  <w:style w:type="paragraph" w:customStyle="1" w:styleId="57CEE0E0F19F4BF0950DEC30FBEAE3E0">
    <w:name w:val="57CEE0E0F19F4BF0950DEC30FBEAE3E0"/>
    <w:rsid w:val="00574D4B"/>
  </w:style>
  <w:style w:type="paragraph" w:customStyle="1" w:styleId="479AB8BE15724DEF92694B0BFD37340D">
    <w:name w:val="479AB8BE15724DEF92694B0BFD37340D"/>
    <w:rsid w:val="00574D4B"/>
  </w:style>
  <w:style w:type="paragraph" w:customStyle="1" w:styleId="DAE38453AA564C60A19F755339AB84CC">
    <w:name w:val="DAE38453AA564C60A19F755339AB84CC"/>
    <w:rsid w:val="00574D4B"/>
  </w:style>
  <w:style w:type="paragraph" w:customStyle="1" w:styleId="EBDFE5FEAAE44BA2981DDD9D1FCE6054">
    <w:name w:val="EBDFE5FEAAE44BA2981DDD9D1FCE6054"/>
    <w:rsid w:val="00574D4B"/>
  </w:style>
  <w:style w:type="paragraph" w:customStyle="1" w:styleId="712075465EA8415E9063398990C04438">
    <w:name w:val="712075465EA8415E9063398990C04438"/>
    <w:rsid w:val="00574D4B"/>
  </w:style>
  <w:style w:type="paragraph" w:customStyle="1" w:styleId="CE2E8869220F4C21A05F7C90BA787600">
    <w:name w:val="CE2E8869220F4C21A05F7C90BA787600"/>
    <w:rsid w:val="00574D4B"/>
  </w:style>
  <w:style w:type="paragraph" w:customStyle="1" w:styleId="6B52028B1F9D472A837D29167FE5CE20">
    <w:name w:val="6B52028B1F9D472A837D29167FE5CE20"/>
    <w:rsid w:val="00574D4B"/>
  </w:style>
  <w:style w:type="paragraph" w:customStyle="1" w:styleId="429C9000653147B4AACB2EC7CE9E4319">
    <w:name w:val="429C9000653147B4AACB2EC7CE9E4319"/>
    <w:rsid w:val="00574D4B"/>
  </w:style>
  <w:style w:type="paragraph" w:customStyle="1" w:styleId="15B30096FF2C427D907008377E7E1EA4">
    <w:name w:val="15B30096FF2C427D907008377E7E1EA4"/>
    <w:rsid w:val="00574D4B"/>
  </w:style>
  <w:style w:type="paragraph" w:customStyle="1" w:styleId="44F6B19BF1DD482999B2E4CB88140B73">
    <w:name w:val="44F6B19BF1DD482999B2E4CB88140B73"/>
    <w:rsid w:val="00574D4B"/>
  </w:style>
  <w:style w:type="paragraph" w:customStyle="1" w:styleId="5198EF58086D42AEA2760E0D8DDFF4B4">
    <w:name w:val="5198EF58086D42AEA2760E0D8DDFF4B4"/>
    <w:rsid w:val="00574D4B"/>
  </w:style>
  <w:style w:type="paragraph" w:customStyle="1" w:styleId="3D81409605224FDE9F0574D941C61CCC">
    <w:name w:val="3D81409605224FDE9F0574D941C61CCC"/>
    <w:rsid w:val="00574D4B"/>
  </w:style>
  <w:style w:type="paragraph" w:customStyle="1" w:styleId="57191CA57F4F4E739992F92BB79C801C">
    <w:name w:val="57191CA57F4F4E739992F92BB79C801C"/>
    <w:rsid w:val="00574D4B"/>
  </w:style>
  <w:style w:type="paragraph" w:customStyle="1" w:styleId="70D3220D479E4BB2A66B1CAE60DDA8A1">
    <w:name w:val="70D3220D479E4BB2A66B1CAE60DDA8A1"/>
    <w:rsid w:val="00574D4B"/>
  </w:style>
  <w:style w:type="paragraph" w:customStyle="1" w:styleId="FC702992BC0C4EA6A88EE455152FA988">
    <w:name w:val="FC702992BC0C4EA6A88EE455152FA988"/>
    <w:rsid w:val="00574D4B"/>
  </w:style>
  <w:style w:type="paragraph" w:customStyle="1" w:styleId="59566D9ACB414AD5BA4613BAC2802F84">
    <w:name w:val="59566D9ACB414AD5BA4613BAC2802F84"/>
    <w:rsid w:val="00574D4B"/>
  </w:style>
  <w:style w:type="paragraph" w:customStyle="1" w:styleId="998C3A626FD64BE39ACE8B0BAAF0E60D">
    <w:name w:val="998C3A626FD64BE39ACE8B0BAAF0E60D"/>
    <w:rsid w:val="00574D4B"/>
  </w:style>
  <w:style w:type="paragraph" w:customStyle="1" w:styleId="1CBE0B39EF5A447C8E806FCC5FF36EFD">
    <w:name w:val="1CBE0B39EF5A447C8E806FCC5FF36EFD"/>
    <w:rsid w:val="00574D4B"/>
  </w:style>
  <w:style w:type="paragraph" w:customStyle="1" w:styleId="4C39DC3F01F743228F57FD30FFE83BB5">
    <w:name w:val="4C39DC3F01F743228F57FD30FFE83BB5"/>
    <w:rsid w:val="00574D4B"/>
  </w:style>
  <w:style w:type="paragraph" w:customStyle="1" w:styleId="42CBF3B00B1F47D5A1785D45FDE3B1CC">
    <w:name w:val="42CBF3B00B1F47D5A1785D45FDE3B1CC"/>
    <w:rsid w:val="00574D4B"/>
  </w:style>
  <w:style w:type="paragraph" w:customStyle="1" w:styleId="DA898A6D2E6841DD98F0AB79C7BFD0DB">
    <w:name w:val="DA898A6D2E6841DD98F0AB79C7BFD0DB"/>
    <w:rsid w:val="00574D4B"/>
  </w:style>
  <w:style w:type="paragraph" w:customStyle="1" w:styleId="AB90A3FEDC734E85923C8E532959736F">
    <w:name w:val="AB90A3FEDC734E85923C8E532959736F"/>
    <w:rsid w:val="00574D4B"/>
  </w:style>
  <w:style w:type="paragraph" w:customStyle="1" w:styleId="9368B7A2F1EC4A66AB1D020622C14E9C">
    <w:name w:val="9368B7A2F1EC4A66AB1D020622C14E9C"/>
    <w:rsid w:val="00574D4B"/>
  </w:style>
  <w:style w:type="paragraph" w:customStyle="1" w:styleId="0B913B95A35D42B4ADCD8B0607BEF704">
    <w:name w:val="0B913B95A35D42B4ADCD8B0607BEF704"/>
    <w:rsid w:val="00574D4B"/>
  </w:style>
  <w:style w:type="paragraph" w:customStyle="1" w:styleId="2279D87D43D54D929074BD763F6302C9">
    <w:name w:val="2279D87D43D54D929074BD763F6302C9"/>
    <w:rsid w:val="00574D4B"/>
  </w:style>
  <w:style w:type="paragraph" w:customStyle="1" w:styleId="F51D3DFB7C4F4A35A1BA655611C85AD3">
    <w:name w:val="F51D3DFB7C4F4A35A1BA655611C85AD3"/>
    <w:rsid w:val="00574D4B"/>
  </w:style>
  <w:style w:type="paragraph" w:customStyle="1" w:styleId="3FADEE3403B648299AD0EBC8780CB594">
    <w:name w:val="3FADEE3403B648299AD0EBC8780CB594"/>
    <w:rsid w:val="00574D4B"/>
  </w:style>
  <w:style w:type="paragraph" w:customStyle="1" w:styleId="5D4DF2FAFE844F66B97154503C278B2A">
    <w:name w:val="5D4DF2FAFE844F66B97154503C278B2A"/>
    <w:rsid w:val="00574D4B"/>
  </w:style>
  <w:style w:type="paragraph" w:customStyle="1" w:styleId="42CAABFE727F4A4CB3C240EC011F45A6">
    <w:name w:val="42CAABFE727F4A4CB3C240EC011F45A6"/>
    <w:rsid w:val="00574D4B"/>
  </w:style>
  <w:style w:type="paragraph" w:customStyle="1" w:styleId="68FD663D41184BE883D896D1A4BF904C">
    <w:name w:val="68FD663D41184BE883D896D1A4BF904C"/>
    <w:rsid w:val="00574D4B"/>
  </w:style>
  <w:style w:type="paragraph" w:customStyle="1" w:styleId="F0C35AAA5E9A434384FF4AEFB0D56424">
    <w:name w:val="F0C35AAA5E9A434384FF4AEFB0D56424"/>
    <w:rsid w:val="00574D4B"/>
  </w:style>
  <w:style w:type="paragraph" w:customStyle="1" w:styleId="5290108D52534EC792EF09AD09818A77">
    <w:name w:val="5290108D52534EC792EF09AD09818A77"/>
    <w:rsid w:val="00574D4B"/>
  </w:style>
  <w:style w:type="paragraph" w:customStyle="1" w:styleId="E90EBF2F32C94AB7BDC0A47DF08CE372">
    <w:name w:val="E90EBF2F32C94AB7BDC0A47DF08CE372"/>
    <w:rsid w:val="00574D4B"/>
  </w:style>
  <w:style w:type="paragraph" w:customStyle="1" w:styleId="0518D24A81964166B8B443B81A255E40">
    <w:name w:val="0518D24A81964166B8B443B81A255E40"/>
    <w:rsid w:val="00574D4B"/>
  </w:style>
  <w:style w:type="paragraph" w:customStyle="1" w:styleId="C5C776115195422C8A2DAC19B5231696">
    <w:name w:val="C5C776115195422C8A2DAC19B5231696"/>
    <w:rsid w:val="00574D4B"/>
  </w:style>
  <w:style w:type="paragraph" w:customStyle="1" w:styleId="C7E4A8E552144EDE8751EE8256008012">
    <w:name w:val="C7E4A8E552144EDE8751EE8256008012"/>
    <w:rsid w:val="00574D4B"/>
  </w:style>
  <w:style w:type="paragraph" w:customStyle="1" w:styleId="9EE27B60E70A49E5921B5233B4949812">
    <w:name w:val="9EE27B60E70A49E5921B5233B4949812"/>
    <w:rsid w:val="00574D4B"/>
  </w:style>
  <w:style w:type="paragraph" w:customStyle="1" w:styleId="CC7BF26A55124A90BEEF7E488B23DE47">
    <w:name w:val="CC7BF26A55124A90BEEF7E488B23DE47"/>
    <w:rsid w:val="00574D4B"/>
  </w:style>
  <w:style w:type="paragraph" w:customStyle="1" w:styleId="0F2D34CE45BE4D6BBEDB9EBBCE788AB9">
    <w:name w:val="0F2D34CE45BE4D6BBEDB9EBBCE788AB9"/>
    <w:rsid w:val="00574D4B"/>
  </w:style>
  <w:style w:type="paragraph" w:customStyle="1" w:styleId="9859BA643B6A4EF9ABBE1A08405A07E4">
    <w:name w:val="9859BA643B6A4EF9ABBE1A08405A07E4"/>
    <w:rsid w:val="00574D4B"/>
  </w:style>
  <w:style w:type="paragraph" w:customStyle="1" w:styleId="5ECB7154D0AF4483ADC717C115278DC0">
    <w:name w:val="5ECB7154D0AF4483ADC717C115278DC0"/>
    <w:rsid w:val="00574D4B"/>
  </w:style>
  <w:style w:type="paragraph" w:customStyle="1" w:styleId="5AA282856CE74274982CAE100A7E92BF">
    <w:name w:val="5AA282856CE74274982CAE100A7E92BF"/>
    <w:rsid w:val="00574D4B"/>
  </w:style>
  <w:style w:type="paragraph" w:customStyle="1" w:styleId="9683E933938C4461A38AB80A1F517202">
    <w:name w:val="9683E933938C4461A38AB80A1F517202"/>
    <w:rsid w:val="00574D4B"/>
  </w:style>
  <w:style w:type="paragraph" w:customStyle="1" w:styleId="08C2B861AA594344BEB31AAB16B533F7">
    <w:name w:val="08C2B861AA594344BEB31AAB16B533F7"/>
    <w:rsid w:val="00574D4B"/>
  </w:style>
  <w:style w:type="paragraph" w:customStyle="1" w:styleId="DC3FC59467BD49AC8CBB42923C3BB5C3">
    <w:name w:val="DC3FC59467BD49AC8CBB42923C3BB5C3"/>
    <w:rsid w:val="00574D4B"/>
  </w:style>
  <w:style w:type="paragraph" w:customStyle="1" w:styleId="1648171A2CBB48B184A95FDBE7C21FB0">
    <w:name w:val="1648171A2CBB48B184A95FDBE7C21FB0"/>
    <w:rsid w:val="00574D4B"/>
  </w:style>
  <w:style w:type="paragraph" w:customStyle="1" w:styleId="C5BE8E738BCC460F9B285A66C9A14CBB">
    <w:name w:val="C5BE8E738BCC460F9B285A66C9A14CBB"/>
    <w:rsid w:val="00574D4B"/>
  </w:style>
  <w:style w:type="paragraph" w:customStyle="1" w:styleId="B354DE027D5D496C9C6D1AF7E44A3542">
    <w:name w:val="B354DE027D5D496C9C6D1AF7E44A3542"/>
    <w:rsid w:val="00574D4B"/>
  </w:style>
  <w:style w:type="paragraph" w:customStyle="1" w:styleId="11DACB0A7F2B4311B8C69FC4651AC0D2">
    <w:name w:val="11DACB0A7F2B4311B8C69FC4651AC0D2"/>
    <w:rsid w:val="00574D4B"/>
  </w:style>
  <w:style w:type="paragraph" w:customStyle="1" w:styleId="2332091CC3214C258D7BEAC4852946DD">
    <w:name w:val="2332091CC3214C258D7BEAC4852946DD"/>
    <w:rsid w:val="00574D4B"/>
  </w:style>
  <w:style w:type="paragraph" w:customStyle="1" w:styleId="F4D78746441241D5A77EFBAA0EB33FF3">
    <w:name w:val="F4D78746441241D5A77EFBAA0EB33FF3"/>
    <w:rsid w:val="00574D4B"/>
  </w:style>
  <w:style w:type="paragraph" w:customStyle="1" w:styleId="AB1BFFA6831C45249D4A9FD0FFC87844">
    <w:name w:val="AB1BFFA6831C45249D4A9FD0FFC87844"/>
    <w:rsid w:val="00574D4B"/>
  </w:style>
  <w:style w:type="paragraph" w:customStyle="1" w:styleId="16699C99B7014000A95267C62B2DB11D">
    <w:name w:val="16699C99B7014000A95267C62B2DB11D"/>
    <w:rsid w:val="00574D4B"/>
  </w:style>
  <w:style w:type="paragraph" w:customStyle="1" w:styleId="50A2255DFE004D3A8E69B1722D6076AD">
    <w:name w:val="50A2255DFE004D3A8E69B1722D6076AD"/>
    <w:rsid w:val="00574D4B"/>
  </w:style>
  <w:style w:type="paragraph" w:customStyle="1" w:styleId="7E7033B1F1E547A2B43F5B412A19740E">
    <w:name w:val="7E7033B1F1E547A2B43F5B412A19740E"/>
    <w:rsid w:val="00574D4B"/>
  </w:style>
  <w:style w:type="paragraph" w:customStyle="1" w:styleId="23C68E1EB0494A3C9E005835D5BAF2DD">
    <w:name w:val="23C68E1EB0494A3C9E005835D5BAF2DD"/>
    <w:rsid w:val="00574D4B"/>
  </w:style>
  <w:style w:type="paragraph" w:customStyle="1" w:styleId="F241F1305C1743F0B5E418C328192337">
    <w:name w:val="F241F1305C1743F0B5E418C328192337"/>
    <w:rsid w:val="00574D4B"/>
  </w:style>
  <w:style w:type="paragraph" w:customStyle="1" w:styleId="5B88D3FFA9124045B099024321C9B0A0">
    <w:name w:val="5B88D3FFA9124045B099024321C9B0A0"/>
    <w:rsid w:val="00574D4B"/>
  </w:style>
  <w:style w:type="paragraph" w:customStyle="1" w:styleId="FAC855C1709E4E7E9EB4566DC7BFAFCC">
    <w:name w:val="FAC855C1709E4E7E9EB4566DC7BFAFCC"/>
    <w:rsid w:val="00574D4B"/>
  </w:style>
  <w:style w:type="paragraph" w:customStyle="1" w:styleId="E66480039BB04165ABF39A763E045414">
    <w:name w:val="E66480039BB04165ABF39A763E045414"/>
    <w:rsid w:val="00574D4B"/>
  </w:style>
  <w:style w:type="paragraph" w:customStyle="1" w:styleId="D3D336CCE5F44A97988A6345AD0AEA01">
    <w:name w:val="D3D336CCE5F44A97988A6345AD0AEA01"/>
    <w:rsid w:val="00574D4B"/>
  </w:style>
  <w:style w:type="paragraph" w:customStyle="1" w:styleId="18B1E28379AB47B3849CD1AC12128C7D">
    <w:name w:val="18B1E28379AB47B3849CD1AC12128C7D"/>
    <w:rsid w:val="00574D4B"/>
  </w:style>
  <w:style w:type="paragraph" w:customStyle="1" w:styleId="D6E5249FC37A4FDB9558AFCBEBCFC735">
    <w:name w:val="D6E5249FC37A4FDB9558AFCBEBCFC735"/>
    <w:rsid w:val="00574D4B"/>
  </w:style>
  <w:style w:type="paragraph" w:customStyle="1" w:styleId="9B36117E6F004575AB419299630549E6">
    <w:name w:val="9B36117E6F004575AB419299630549E6"/>
    <w:rsid w:val="00574D4B"/>
  </w:style>
  <w:style w:type="paragraph" w:customStyle="1" w:styleId="4AC52316A4704703AAD7D6E790C85EC7">
    <w:name w:val="4AC52316A4704703AAD7D6E790C85EC7"/>
    <w:rsid w:val="00574D4B"/>
  </w:style>
  <w:style w:type="paragraph" w:customStyle="1" w:styleId="6BE4CF19B15D4FFFA18BD97F54457CC2">
    <w:name w:val="6BE4CF19B15D4FFFA18BD97F54457CC2"/>
    <w:rsid w:val="00574D4B"/>
  </w:style>
  <w:style w:type="paragraph" w:customStyle="1" w:styleId="303675BD68EB4B61AC0F9C78CF845E15">
    <w:name w:val="303675BD68EB4B61AC0F9C78CF845E15"/>
    <w:rsid w:val="00574D4B"/>
  </w:style>
  <w:style w:type="paragraph" w:customStyle="1" w:styleId="86582C68E1704118BB8B976B4B239F8B">
    <w:name w:val="86582C68E1704118BB8B976B4B239F8B"/>
    <w:rsid w:val="00574D4B"/>
  </w:style>
  <w:style w:type="paragraph" w:customStyle="1" w:styleId="D126D481B9124B298CB7A8BFB8AE5E6F">
    <w:name w:val="D126D481B9124B298CB7A8BFB8AE5E6F"/>
    <w:rsid w:val="00574D4B"/>
  </w:style>
  <w:style w:type="paragraph" w:customStyle="1" w:styleId="0A3D41AD7F4843BA9A20D610C91B5CC6">
    <w:name w:val="0A3D41AD7F4843BA9A20D610C91B5CC6"/>
    <w:rsid w:val="00574D4B"/>
  </w:style>
  <w:style w:type="paragraph" w:customStyle="1" w:styleId="92DBC339E327445F889E46BBC0B6D3E8">
    <w:name w:val="92DBC339E327445F889E46BBC0B6D3E8"/>
    <w:rsid w:val="00574D4B"/>
  </w:style>
  <w:style w:type="paragraph" w:customStyle="1" w:styleId="E83E506F77CD4CD899301C090AB45BC7">
    <w:name w:val="E83E506F77CD4CD899301C090AB45BC7"/>
    <w:rsid w:val="00574D4B"/>
  </w:style>
  <w:style w:type="paragraph" w:customStyle="1" w:styleId="98EFA07B62544F8486D9E0404D7A7E8C">
    <w:name w:val="98EFA07B62544F8486D9E0404D7A7E8C"/>
    <w:rsid w:val="00574D4B"/>
  </w:style>
  <w:style w:type="paragraph" w:customStyle="1" w:styleId="DF31A3410DD24DD1A5D128218D3CB3A0">
    <w:name w:val="DF31A3410DD24DD1A5D128218D3CB3A0"/>
    <w:rsid w:val="00574D4B"/>
  </w:style>
  <w:style w:type="paragraph" w:customStyle="1" w:styleId="C7B6E00E75554038A6D5BCEB6F2A818F">
    <w:name w:val="C7B6E00E75554038A6D5BCEB6F2A818F"/>
    <w:rsid w:val="00574D4B"/>
  </w:style>
  <w:style w:type="paragraph" w:customStyle="1" w:styleId="11BC799B9ED44FBA8F7A0B5BBC996C9E">
    <w:name w:val="11BC799B9ED44FBA8F7A0B5BBC996C9E"/>
    <w:rsid w:val="00574D4B"/>
  </w:style>
  <w:style w:type="paragraph" w:customStyle="1" w:styleId="B5C5D77D644B4D1EBC7B33311EB06F2C">
    <w:name w:val="B5C5D77D644B4D1EBC7B33311EB06F2C"/>
    <w:rsid w:val="00574D4B"/>
  </w:style>
  <w:style w:type="paragraph" w:customStyle="1" w:styleId="64A76E88AF3A4AA591594800E2180AAF">
    <w:name w:val="64A76E88AF3A4AA591594800E2180AAF"/>
    <w:rsid w:val="00574D4B"/>
  </w:style>
  <w:style w:type="paragraph" w:customStyle="1" w:styleId="56FF0D8658F84D289293C555D1833AE7">
    <w:name w:val="56FF0D8658F84D289293C555D1833AE7"/>
    <w:rsid w:val="00574D4B"/>
  </w:style>
  <w:style w:type="paragraph" w:customStyle="1" w:styleId="96F13850C5B4449A864CD3046072DD6D">
    <w:name w:val="96F13850C5B4449A864CD3046072DD6D"/>
    <w:rsid w:val="00574D4B"/>
  </w:style>
  <w:style w:type="paragraph" w:customStyle="1" w:styleId="0FD62E9E2E4E46B48501DA4416D88E1D">
    <w:name w:val="0FD62E9E2E4E46B48501DA4416D88E1D"/>
    <w:rsid w:val="00574D4B"/>
  </w:style>
  <w:style w:type="paragraph" w:customStyle="1" w:styleId="30C1A5B79FCE4313BDE4B4A26E505920">
    <w:name w:val="30C1A5B79FCE4313BDE4B4A26E505920"/>
    <w:rsid w:val="00574D4B"/>
  </w:style>
  <w:style w:type="paragraph" w:customStyle="1" w:styleId="E6D7084BC09044818AB558018263BCD1">
    <w:name w:val="E6D7084BC09044818AB558018263BCD1"/>
    <w:rsid w:val="00574D4B"/>
  </w:style>
  <w:style w:type="paragraph" w:customStyle="1" w:styleId="9AE7CEA2482B4F68A2225A52521B62E9">
    <w:name w:val="9AE7CEA2482B4F68A2225A52521B62E9"/>
    <w:rsid w:val="00574D4B"/>
  </w:style>
  <w:style w:type="paragraph" w:customStyle="1" w:styleId="CC1F734C09F241E88D1AFA5F50DB85E6">
    <w:name w:val="CC1F734C09F241E88D1AFA5F50DB85E6"/>
    <w:rsid w:val="00574D4B"/>
  </w:style>
  <w:style w:type="paragraph" w:customStyle="1" w:styleId="7837FE9958D84AE8BBC8EB8D7E1E8959">
    <w:name w:val="7837FE9958D84AE8BBC8EB8D7E1E8959"/>
    <w:rsid w:val="00574D4B"/>
  </w:style>
  <w:style w:type="paragraph" w:customStyle="1" w:styleId="83BA1D0F2C494C15B5D31C06EAB635C2">
    <w:name w:val="83BA1D0F2C494C15B5D31C06EAB635C2"/>
    <w:rsid w:val="00574D4B"/>
  </w:style>
  <w:style w:type="paragraph" w:customStyle="1" w:styleId="7A5339318DA64435A308EF7F54CC457D">
    <w:name w:val="7A5339318DA64435A308EF7F54CC457D"/>
    <w:rsid w:val="00574D4B"/>
  </w:style>
  <w:style w:type="paragraph" w:customStyle="1" w:styleId="A66AA96C582C4AF982E3B0F82A797C14">
    <w:name w:val="A66AA96C582C4AF982E3B0F82A797C14"/>
    <w:rsid w:val="00574D4B"/>
  </w:style>
  <w:style w:type="paragraph" w:customStyle="1" w:styleId="CAEAC17BAB464252983E6925AA53E88F">
    <w:name w:val="CAEAC17BAB464252983E6925AA53E88F"/>
    <w:rsid w:val="00574D4B"/>
  </w:style>
  <w:style w:type="paragraph" w:customStyle="1" w:styleId="CFA5BA50A7174A0B865643B118ED6E57">
    <w:name w:val="CFA5BA50A7174A0B865643B118ED6E57"/>
    <w:rsid w:val="00574D4B"/>
  </w:style>
  <w:style w:type="paragraph" w:customStyle="1" w:styleId="178D4646C6B64792B6BAEE9807101ED8">
    <w:name w:val="178D4646C6B64792B6BAEE9807101ED8"/>
    <w:rsid w:val="00574D4B"/>
  </w:style>
  <w:style w:type="paragraph" w:customStyle="1" w:styleId="6898D569D3EA4CEBBAF13996D7ED4AD8">
    <w:name w:val="6898D569D3EA4CEBBAF13996D7ED4AD8"/>
    <w:rsid w:val="00574D4B"/>
  </w:style>
  <w:style w:type="paragraph" w:customStyle="1" w:styleId="7ACEBA0C9281478798C0086DE26B7A0D">
    <w:name w:val="7ACEBA0C9281478798C0086DE26B7A0D"/>
    <w:rsid w:val="00574D4B"/>
  </w:style>
  <w:style w:type="paragraph" w:customStyle="1" w:styleId="2727960F414043B28EB45A70BB0F749C">
    <w:name w:val="2727960F414043B28EB45A70BB0F749C"/>
    <w:rsid w:val="00574D4B"/>
  </w:style>
  <w:style w:type="paragraph" w:customStyle="1" w:styleId="10826C6E63454D00A71A66246555038A">
    <w:name w:val="10826C6E63454D00A71A66246555038A"/>
    <w:rsid w:val="00574D4B"/>
  </w:style>
  <w:style w:type="paragraph" w:customStyle="1" w:styleId="19B2C79F1DEE44A896D5C9895DC5111D">
    <w:name w:val="19B2C79F1DEE44A896D5C9895DC5111D"/>
    <w:rsid w:val="00574D4B"/>
  </w:style>
  <w:style w:type="paragraph" w:customStyle="1" w:styleId="778EC14B9DC145E8904D5E4C46B7B87D">
    <w:name w:val="778EC14B9DC145E8904D5E4C46B7B87D"/>
    <w:rsid w:val="00574D4B"/>
  </w:style>
  <w:style w:type="paragraph" w:customStyle="1" w:styleId="315881075C4B4E1690E711252DBEB3FE">
    <w:name w:val="315881075C4B4E1690E711252DBEB3FE"/>
    <w:rsid w:val="00574D4B"/>
  </w:style>
  <w:style w:type="paragraph" w:customStyle="1" w:styleId="089B3CC54208483D83264928AD024D66">
    <w:name w:val="089B3CC54208483D83264928AD024D66"/>
    <w:rsid w:val="00574D4B"/>
  </w:style>
  <w:style w:type="paragraph" w:customStyle="1" w:styleId="4E1B0DBBF61046F8B74D2F651DD2BCA7">
    <w:name w:val="4E1B0DBBF61046F8B74D2F651DD2BCA7"/>
    <w:rsid w:val="00574D4B"/>
  </w:style>
  <w:style w:type="paragraph" w:customStyle="1" w:styleId="037E32FF49344AA8AEC0AA63B00002F0">
    <w:name w:val="037E32FF49344AA8AEC0AA63B00002F0"/>
    <w:rsid w:val="00574D4B"/>
  </w:style>
  <w:style w:type="paragraph" w:customStyle="1" w:styleId="32769D7889DE43B98790AEB3752C3470">
    <w:name w:val="32769D7889DE43B98790AEB3752C3470"/>
    <w:rsid w:val="00574D4B"/>
  </w:style>
  <w:style w:type="paragraph" w:customStyle="1" w:styleId="F11CE6F0F9F740C495B176750AEF0341">
    <w:name w:val="F11CE6F0F9F740C495B176750AEF0341"/>
    <w:rsid w:val="00574D4B"/>
  </w:style>
  <w:style w:type="paragraph" w:customStyle="1" w:styleId="9F2AB80A72E44AA89436B685F6071B19">
    <w:name w:val="9F2AB80A72E44AA89436B685F6071B19"/>
    <w:rsid w:val="00574D4B"/>
  </w:style>
  <w:style w:type="paragraph" w:customStyle="1" w:styleId="FA13B742C178418E90C04B9167F03EAE">
    <w:name w:val="FA13B742C178418E90C04B9167F03EAE"/>
    <w:rsid w:val="00574D4B"/>
  </w:style>
  <w:style w:type="paragraph" w:customStyle="1" w:styleId="08DE0FF1A33740819D7017EB9D73A750">
    <w:name w:val="08DE0FF1A33740819D7017EB9D73A750"/>
    <w:rsid w:val="00574D4B"/>
  </w:style>
  <w:style w:type="paragraph" w:customStyle="1" w:styleId="38EC1384928848AD838DB21911BDA756">
    <w:name w:val="38EC1384928848AD838DB21911BDA756"/>
    <w:rsid w:val="00574D4B"/>
  </w:style>
  <w:style w:type="paragraph" w:customStyle="1" w:styleId="A0637EE46EB14AD5ABC3A05EE906BDB3">
    <w:name w:val="A0637EE46EB14AD5ABC3A05EE906BDB3"/>
    <w:rsid w:val="00574D4B"/>
  </w:style>
  <w:style w:type="paragraph" w:customStyle="1" w:styleId="12608006CB6F4C7E8F5F475A179DEA33">
    <w:name w:val="12608006CB6F4C7E8F5F475A179DEA33"/>
    <w:rsid w:val="00574D4B"/>
  </w:style>
  <w:style w:type="paragraph" w:customStyle="1" w:styleId="69793A3DD4C547A9A84501ADA60BAF02">
    <w:name w:val="69793A3DD4C547A9A84501ADA60BAF02"/>
    <w:rsid w:val="00574D4B"/>
  </w:style>
  <w:style w:type="paragraph" w:customStyle="1" w:styleId="C99F63DC38654C44BE0E4AA31B185C52">
    <w:name w:val="C99F63DC38654C44BE0E4AA31B185C52"/>
    <w:rsid w:val="00574D4B"/>
  </w:style>
  <w:style w:type="paragraph" w:customStyle="1" w:styleId="3DF60D981F064431A830043A0E09A26A">
    <w:name w:val="3DF60D981F064431A830043A0E09A26A"/>
    <w:rsid w:val="00574D4B"/>
  </w:style>
  <w:style w:type="paragraph" w:customStyle="1" w:styleId="7E4A7B67875447EE906A7573A14A593C">
    <w:name w:val="7E4A7B67875447EE906A7573A14A593C"/>
    <w:rsid w:val="00574D4B"/>
  </w:style>
  <w:style w:type="paragraph" w:customStyle="1" w:styleId="952041636AAD412189C7A3B46CDCFA32">
    <w:name w:val="952041636AAD412189C7A3B46CDCFA32"/>
    <w:rsid w:val="00574D4B"/>
  </w:style>
  <w:style w:type="paragraph" w:customStyle="1" w:styleId="C0BA9AAABE8846A894D449175608D242">
    <w:name w:val="C0BA9AAABE8846A894D449175608D242"/>
    <w:rsid w:val="00574D4B"/>
  </w:style>
  <w:style w:type="paragraph" w:customStyle="1" w:styleId="7CFDF2F1F7384F1D912A3413DC9C4564">
    <w:name w:val="7CFDF2F1F7384F1D912A3413DC9C4564"/>
    <w:rsid w:val="00574D4B"/>
  </w:style>
  <w:style w:type="paragraph" w:customStyle="1" w:styleId="F524C822F3A245868DBA5C122ACAE298">
    <w:name w:val="F524C822F3A245868DBA5C122ACAE298"/>
    <w:rsid w:val="00574D4B"/>
  </w:style>
  <w:style w:type="paragraph" w:customStyle="1" w:styleId="130BD030E91E43CD9CF15ECFB860354E">
    <w:name w:val="130BD030E91E43CD9CF15ECFB860354E"/>
    <w:rsid w:val="00574D4B"/>
  </w:style>
  <w:style w:type="paragraph" w:customStyle="1" w:styleId="B5216849CF1C44C3BD402B8C4FFBA2AE">
    <w:name w:val="B5216849CF1C44C3BD402B8C4FFBA2AE"/>
    <w:rsid w:val="00574D4B"/>
  </w:style>
  <w:style w:type="paragraph" w:customStyle="1" w:styleId="56D11BFE2282433AAF16568FAAEFDD0D">
    <w:name w:val="56D11BFE2282433AAF16568FAAEFDD0D"/>
    <w:rsid w:val="00574D4B"/>
  </w:style>
  <w:style w:type="paragraph" w:customStyle="1" w:styleId="64EBF2EB42B24BDDBC8F06EAF859E858">
    <w:name w:val="64EBF2EB42B24BDDBC8F06EAF859E858"/>
    <w:rsid w:val="00574D4B"/>
  </w:style>
  <w:style w:type="paragraph" w:customStyle="1" w:styleId="4FAA13CBD4F748F2B049996FB2422717">
    <w:name w:val="4FAA13CBD4F748F2B049996FB2422717"/>
    <w:rsid w:val="00574D4B"/>
  </w:style>
  <w:style w:type="paragraph" w:customStyle="1" w:styleId="526E4AAC179643DBA0DB6466D1B7BD24">
    <w:name w:val="526E4AAC179643DBA0DB6466D1B7BD24"/>
    <w:rsid w:val="00574D4B"/>
  </w:style>
  <w:style w:type="paragraph" w:customStyle="1" w:styleId="B922651C281C4FA99049E09D63ED6250">
    <w:name w:val="B922651C281C4FA99049E09D63ED6250"/>
    <w:rsid w:val="00574D4B"/>
  </w:style>
  <w:style w:type="paragraph" w:customStyle="1" w:styleId="6700CD0EC2BB4CD8815D3846E8677C16">
    <w:name w:val="6700CD0EC2BB4CD8815D3846E8677C16"/>
    <w:rsid w:val="00574D4B"/>
  </w:style>
  <w:style w:type="paragraph" w:customStyle="1" w:styleId="0560EA6B735E4C5ABCC40AA09895D634">
    <w:name w:val="0560EA6B735E4C5ABCC40AA09895D634"/>
    <w:rsid w:val="00574D4B"/>
  </w:style>
  <w:style w:type="paragraph" w:customStyle="1" w:styleId="BD1E351E392D4BFDBCF8E04618C03C51">
    <w:name w:val="BD1E351E392D4BFDBCF8E04618C03C51"/>
    <w:rsid w:val="00574D4B"/>
  </w:style>
  <w:style w:type="paragraph" w:customStyle="1" w:styleId="F5C90993C6F04343ABB87237FB4C3F99">
    <w:name w:val="F5C90993C6F04343ABB87237FB4C3F99"/>
    <w:rsid w:val="00574D4B"/>
  </w:style>
  <w:style w:type="paragraph" w:customStyle="1" w:styleId="098A9B4AF7B444BEB8F1403A1C756708">
    <w:name w:val="098A9B4AF7B444BEB8F1403A1C756708"/>
    <w:rsid w:val="00574D4B"/>
  </w:style>
  <w:style w:type="paragraph" w:customStyle="1" w:styleId="97248FC814944212BC7CD707CF5AA654">
    <w:name w:val="97248FC814944212BC7CD707CF5AA654"/>
    <w:rsid w:val="00574D4B"/>
  </w:style>
  <w:style w:type="paragraph" w:customStyle="1" w:styleId="5784E7C0748745ECAE49FE63137E22F3">
    <w:name w:val="5784E7C0748745ECAE49FE63137E22F3"/>
    <w:rsid w:val="00574D4B"/>
  </w:style>
  <w:style w:type="paragraph" w:customStyle="1" w:styleId="153A8E7F03B84AFB828ED343E2733D2C">
    <w:name w:val="153A8E7F03B84AFB828ED343E2733D2C"/>
    <w:rsid w:val="00574D4B"/>
  </w:style>
  <w:style w:type="paragraph" w:customStyle="1" w:styleId="17D2E801E2F14F31BC9236C141192B1D">
    <w:name w:val="17D2E801E2F14F31BC9236C141192B1D"/>
    <w:rsid w:val="00574D4B"/>
  </w:style>
  <w:style w:type="paragraph" w:customStyle="1" w:styleId="3804E7881F184419909018A6AC17893A">
    <w:name w:val="3804E7881F184419909018A6AC17893A"/>
    <w:rsid w:val="00574D4B"/>
  </w:style>
  <w:style w:type="paragraph" w:customStyle="1" w:styleId="35DA23E6651A444FA589B112DF8351CA">
    <w:name w:val="35DA23E6651A444FA589B112DF8351CA"/>
    <w:rsid w:val="00574D4B"/>
  </w:style>
  <w:style w:type="paragraph" w:customStyle="1" w:styleId="ACF687C899974E5B96374BCE25B3EAD6">
    <w:name w:val="ACF687C899974E5B96374BCE25B3EAD6"/>
    <w:rsid w:val="00574D4B"/>
  </w:style>
  <w:style w:type="paragraph" w:customStyle="1" w:styleId="211D0CB991384FF0BC11F579E2F4EDA7">
    <w:name w:val="211D0CB991384FF0BC11F579E2F4EDA7"/>
    <w:rsid w:val="00574D4B"/>
  </w:style>
  <w:style w:type="paragraph" w:customStyle="1" w:styleId="E7334B25E6D14C68A769BA2E3796864F">
    <w:name w:val="E7334B25E6D14C68A769BA2E3796864F"/>
    <w:rsid w:val="00574D4B"/>
  </w:style>
  <w:style w:type="paragraph" w:customStyle="1" w:styleId="23BA5DD1A47C437BBC872A51231FDCE1">
    <w:name w:val="23BA5DD1A47C437BBC872A51231FDCE1"/>
    <w:rsid w:val="00574D4B"/>
  </w:style>
  <w:style w:type="paragraph" w:customStyle="1" w:styleId="3E85373070134A07A127355F15DD6703">
    <w:name w:val="3E85373070134A07A127355F15DD6703"/>
    <w:rsid w:val="00574D4B"/>
  </w:style>
  <w:style w:type="paragraph" w:customStyle="1" w:styleId="785D02E5B91C4FE392AAB4A7BAA5800C">
    <w:name w:val="785D02E5B91C4FE392AAB4A7BAA5800C"/>
    <w:rsid w:val="00574D4B"/>
  </w:style>
  <w:style w:type="paragraph" w:customStyle="1" w:styleId="963D27F11ADB47D1956055A0F6FF3A88">
    <w:name w:val="963D27F11ADB47D1956055A0F6FF3A88"/>
    <w:rsid w:val="00574D4B"/>
  </w:style>
  <w:style w:type="paragraph" w:customStyle="1" w:styleId="B84DC439C5CB497DBA2C796C84B0E28A">
    <w:name w:val="B84DC439C5CB497DBA2C796C84B0E28A"/>
    <w:rsid w:val="00574D4B"/>
  </w:style>
  <w:style w:type="paragraph" w:customStyle="1" w:styleId="D118B5085CA442C18D2D01D05596093C">
    <w:name w:val="D118B5085CA442C18D2D01D05596093C"/>
    <w:rsid w:val="00574D4B"/>
  </w:style>
  <w:style w:type="paragraph" w:customStyle="1" w:styleId="1B5C9488432146D2832F29510E9C7BB8">
    <w:name w:val="1B5C9488432146D2832F29510E9C7BB8"/>
    <w:rsid w:val="00574D4B"/>
  </w:style>
  <w:style w:type="paragraph" w:customStyle="1" w:styleId="D028065894AE47EAA5B385994CD5ADF9">
    <w:name w:val="D028065894AE47EAA5B385994CD5ADF9"/>
    <w:rsid w:val="00574D4B"/>
  </w:style>
  <w:style w:type="paragraph" w:customStyle="1" w:styleId="6052E94FA10E4EB1A247DA83083E2E83">
    <w:name w:val="6052E94FA10E4EB1A247DA83083E2E83"/>
    <w:rsid w:val="00574D4B"/>
  </w:style>
  <w:style w:type="paragraph" w:customStyle="1" w:styleId="A1B71EF35DA049978901288679E57D5B">
    <w:name w:val="A1B71EF35DA049978901288679E57D5B"/>
    <w:rsid w:val="00574D4B"/>
  </w:style>
  <w:style w:type="paragraph" w:customStyle="1" w:styleId="7DF246D56F6848A8A3B9879FACBD44E6">
    <w:name w:val="7DF246D56F6848A8A3B9879FACBD44E6"/>
    <w:rsid w:val="00574D4B"/>
  </w:style>
  <w:style w:type="paragraph" w:customStyle="1" w:styleId="7F024643EF9B4D75952B4E3F982C206B">
    <w:name w:val="7F024643EF9B4D75952B4E3F982C206B"/>
    <w:rsid w:val="00574D4B"/>
  </w:style>
  <w:style w:type="paragraph" w:customStyle="1" w:styleId="69DE80AD65B44711AE71A553BF2B13AC">
    <w:name w:val="69DE80AD65B44711AE71A553BF2B13AC"/>
    <w:rsid w:val="00574D4B"/>
  </w:style>
  <w:style w:type="paragraph" w:customStyle="1" w:styleId="D5EB91781C6D41939B226F956EC5027A">
    <w:name w:val="D5EB91781C6D41939B226F956EC5027A"/>
    <w:rsid w:val="00574D4B"/>
  </w:style>
  <w:style w:type="paragraph" w:customStyle="1" w:styleId="5D036053061B4660BF0F4BC812ED3E08">
    <w:name w:val="5D036053061B4660BF0F4BC812ED3E08"/>
    <w:rsid w:val="00574D4B"/>
  </w:style>
  <w:style w:type="paragraph" w:customStyle="1" w:styleId="F389109E15354942A7DA0419B1AC2FA4">
    <w:name w:val="F389109E15354942A7DA0419B1AC2FA4"/>
    <w:rsid w:val="00574D4B"/>
  </w:style>
  <w:style w:type="paragraph" w:customStyle="1" w:styleId="A65D31FD050641A7B66C61B57C403C0F">
    <w:name w:val="A65D31FD050641A7B66C61B57C403C0F"/>
    <w:rsid w:val="00574D4B"/>
  </w:style>
  <w:style w:type="paragraph" w:customStyle="1" w:styleId="C2268932CD18457FAB3D1D6D9D9FF8AF">
    <w:name w:val="C2268932CD18457FAB3D1D6D9D9FF8AF"/>
    <w:rsid w:val="00574D4B"/>
  </w:style>
  <w:style w:type="paragraph" w:customStyle="1" w:styleId="DF7CE4216EF6434D96C9CFEA4826EF6E">
    <w:name w:val="DF7CE4216EF6434D96C9CFEA4826EF6E"/>
    <w:rsid w:val="00574D4B"/>
  </w:style>
  <w:style w:type="paragraph" w:customStyle="1" w:styleId="B9B60BC1235542A3A4331DC0376C760C">
    <w:name w:val="B9B60BC1235542A3A4331DC0376C760C"/>
    <w:rsid w:val="00574D4B"/>
  </w:style>
  <w:style w:type="paragraph" w:customStyle="1" w:styleId="D8AB6BC919754F699F3E445815861732">
    <w:name w:val="D8AB6BC919754F699F3E445815861732"/>
    <w:rsid w:val="00574D4B"/>
  </w:style>
  <w:style w:type="paragraph" w:customStyle="1" w:styleId="1746EEC40DC541A4BCE688BB97D2E010">
    <w:name w:val="1746EEC40DC541A4BCE688BB97D2E010"/>
    <w:rsid w:val="00574D4B"/>
  </w:style>
  <w:style w:type="paragraph" w:customStyle="1" w:styleId="3EFAF84F1D614DBB99DFBF77620EDF9F">
    <w:name w:val="3EFAF84F1D614DBB99DFBF77620EDF9F"/>
    <w:rsid w:val="00574D4B"/>
  </w:style>
  <w:style w:type="paragraph" w:customStyle="1" w:styleId="1435103CC6CB47F683E18AAA157CA733">
    <w:name w:val="1435103CC6CB47F683E18AAA157CA733"/>
    <w:rsid w:val="00574D4B"/>
  </w:style>
  <w:style w:type="paragraph" w:customStyle="1" w:styleId="521C9D0AE94048AFB2F06CD5A5CFAC0A">
    <w:name w:val="521C9D0AE94048AFB2F06CD5A5CFAC0A"/>
    <w:rsid w:val="00574D4B"/>
  </w:style>
  <w:style w:type="paragraph" w:customStyle="1" w:styleId="EADFDF33404C46B18A8B2C941C298E36">
    <w:name w:val="EADFDF33404C46B18A8B2C941C298E36"/>
    <w:rsid w:val="00574D4B"/>
  </w:style>
  <w:style w:type="paragraph" w:customStyle="1" w:styleId="9F07696D2C424D0C862DA0C33E37F607">
    <w:name w:val="9F07696D2C424D0C862DA0C33E37F607"/>
    <w:rsid w:val="00574D4B"/>
  </w:style>
  <w:style w:type="paragraph" w:customStyle="1" w:styleId="CB50FA121E6D40B789F103F7DA772F34">
    <w:name w:val="CB50FA121E6D40B789F103F7DA772F34"/>
    <w:rsid w:val="00574D4B"/>
  </w:style>
  <w:style w:type="paragraph" w:customStyle="1" w:styleId="1A109C98E854403EB37D8EDF06028E8B">
    <w:name w:val="1A109C98E854403EB37D8EDF06028E8B"/>
    <w:rsid w:val="00574D4B"/>
  </w:style>
  <w:style w:type="paragraph" w:customStyle="1" w:styleId="C27330F45135408286155B6F72CBE829">
    <w:name w:val="C27330F45135408286155B6F72CBE829"/>
    <w:rsid w:val="00574D4B"/>
  </w:style>
  <w:style w:type="paragraph" w:customStyle="1" w:styleId="82B3E314E70E4F1289ECBAAF48983D4A">
    <w:name w:val="82B3E314E70E4F1289ECBAAF48983D4A"/>
    <w:rsid w:val="00574D4B"/>
  </w:style>
  <w:style w:type="paragraph" w:customStyle="1" w:styleId="0F98C2CF94EB422D9699C2B272122C03">
    <w:name w:val="0F98C2CF94EB422D9699C2B272122C03"/>
    <w:rsid w:val="00574D4B"/>
  </w:style>
  <w:style w:type="paragraph" w:customStyle="1" w:styleId="D7AE44D623B846BCB35B0BF7F8F457C9">
    <w:name w:val="D7AE44D623B846BCB35B0BF7F8F457C9"/>
    <w:rsid w:val="00574D4B"/>
  </w:style>
  <w:style w:type="paragraph" w:customStyle="1" w:styleId="1C9B500078734138A51A41AAAF364388">
    <w:name w:val="1C9B500078734138A51A41AAAF364388"/>
    <w:rsid w:val="00574D4B"/>
  </w:style>
  <w:style w:type="paragraph" w:customStyle="1" w:styleId="1619AC93AF4343188ED45E2B9EC44F2E">
    <w:name w:val="1619AC93AF4343188ED45E2B9EC44F2E"/>
    <w:rsid w:val="00574D4B"/>
  </w:style>
  <w:style w:type="paragraph" w:customStyle="1" w:styleId="DefaultPlaceholder1081868574">
    <w:name w:val="DefaultPlaceholder_1081868574"/>
    <w:rsid w:val="00C5371F"/>
    <w:pPr>
      <w:spacing w:line="256" w:lineRule="auto"/>
    </w:pPr>
    <w:rPr>
      <w:rFonts w:eastAsiaTheme="minorHAnsi"/>
      <w:lang w:eastAsia="en-US"/>
    </w:rPr>
  </w:style>
  <w:style w:type="paragraph" w:customStyle="1" w:styleId="E39F8A9ADD5B43B8B70C0A198460C0621">
    <w:name w:val="E39F8A9ADD5B43B8B70C0A198460C0621"/>
    <w:rsid w:val="00C5371F"/>
    <w:pPr>
      <w:spacing w:line="256" w:lineRule="auto"/>
    </w:pPr>
    <w:rPr>
      <w:rFonts w:eastAsiaTheme="minorHAnsi"/>
      <w:lang w:eastAsia="en-US"/>
    </w:rPr>
  </w:style>
  <w:style w:type="paragraph" w:customStyle="1" w:styleId="38387FB55DF84BC9A8E1B60AB29251071">
    <w:name w:val="38387FB55DF84BC9A8E1B60AB29251071"/>
    <w:rsid w:val="00C5371F"/>
    <w:pPr>
      <w:spacing w:line="256" w:lineRule="auto"/>
    </w:pPr>
    <w:rPr>
      <w:rFonts w:eastAsiaTheme="minorHAnsi"/>
      <w:lang w:eastAsia="en-US"/>
    </w:rPr>
  </w:style>
  <w:style w:type="paragraph" w:customStyle="1" w:styleId="4C77B5A6F0E04BCDB54BDAE88BF642A81">
    <w:name w:val="4C77B5A6F0E04BCDB54BDAE88BF642A81"/>
    <w:rsid w:val="00C5371F"/>
    <w:pPr>
      <w:spacing w:line="256" w:lineRule="auto"/>
    </w:pPr>
    <w:rPr>
      <w:rFonts w:eastAsiaTheme="minorHAnsi"/>
      <w:lang w:eastAsia="en-US"/>
    </w:rPr>
  </w:style>
  <w:style w:type="paragraph" w:customStyle="1" w:styleId="EF20EBFD088C4B7992A08BABFBC290921">
    <w:name w:val="EF20EBFD088C4B7992A08BABFBC290921"/>
    <w:rsid w:val="00C5371F"/>
    <w:pPr>
      <w:spacing w:line="256" w:lineRule="auto"/>
    </w:pPr>
    <w:rPr>
      <w:rFonts w:eastAsiaTheme="minorHAnsi"/>
      <w:lang w:eastAsia="en-US"/>
    </w:rPr>
  </w:style>
  <w:style w:type="paragraph" w:customStyle="1" w:styleId="CDB302D648D94E3BA7E5B039F3D99AB21">
    <w:name w:val="CDB302D648D94E3BA7E5B039F3D99AB21"/>
    <w:rsid w:val="00C5371F"/>
    <w:pPr>
      <w:spacing w:line="256" w:lineRule="auto"/>
    </w:pPr>
    <w:rPr>
      <w:rFonts w:eastAsiaTheme="minorHAnsi"/>
      <w:lang w:eastAsia="en-US"/>
    </w:rPr>
  </w:style>
  <w:style w:type="paragraph" w:customStyle="1" w:styleId="295EF76DD1504A59BD1CFB53C0C6B9041">
    <w:name w:val="295EF76DD1504A59BD1CFB53C0C6B9041"/>
    <w:rsid w:val="00C5371F"/>
    <w:pPr>
      <w:spacing w:line="256" w:lineRule="auto"/>
    </w:pPr>
    <w:rPr>
      <w:rFonts w:eastAsiaTheme="minorHAnsi"/>
      <w:lang w:eastAsia="en-US"/>
    </w:rPr>
  </w:style>
  <w:style w:type="paragraph" w:customStyle="1" w:styleId="1EF685B60BD14C28BDC26559BFD2D1411">
    <w:name w:val="1EF685B60BD14C28BDC26559BFD2D1411"/>
    <w:rsid w:val="00C5371F"/>
    <w:pPr>
      <w:spacing w:line="256" w:lineRule="auto"/>
    </w:pPr>
    <w:rPr>
      <w:rFonts w:eastAsiaTheme="minorHAnsi"/>
      <w:lang w:eastAsia="en-US"/>
    </w:rPr>
  </w:style>
  <w:style w:type="paragraph" w:customStyle="1" w:styleId="56D11BFE2282433AAF16568FAAEFDD0D1">
    <w:name w:val="56D11BFE2282433AAF16568FAAEFDD0D1"/>
    <w:rsid w:val="00C5371F"/>
    <w:pPr>
      <w:spacing w:line="256" w:lineRule="auto"/>
    </w:pPr>
    <w:rPr>
      <w:rFonts w:eastAsiaTheme="minorHAnsi"/>
      <w:lang w:eastAsia="en-US"/>
    </w:rPr>
  </w:style>
  <w:style w:type="paragraph" w:customStyle="1" w:styleId="64EBF2EB42B24BDDBC8F06EAF859E8581">
    <w:name w:val="64EBF2EB42B24BDDBC8F06EAF859E8581"/>
    <w:rsid w:val="00C5371F"/>
    <w:pPr>
      <w:spacing w:line="256" w:lineRule="auto"/>
    </w:pPr>
    <w:rPr>
      <w:rFonts w:eastAsiaTheme="minorHAnsi"/>
      <w:lang w:eastAsia="en-US"/>
    </w:rPr>
  </w:style>
  <w:style w:type="paragraph" w:customStyle="1" w:styleId="4FAA13CBD4F748F2B049996FB24227171">
    <w:name w:val="4FAA13CBD4F748F2B049996FB24227171"/>
    <w:rsid w:val="00C5371F"/>
    <w:pPr>
      <w:spacing w:line="256" w:lineRule="auto"/>
    </w:pPr>
    <w:rPr>
      <w:rFonts w:eastAsiaTheme="minorHAnsi"/>
      <w:lang w:eastAsia="en-US"/>
    </w:rPr>
  </w:style>
  <w:style w:type="paragraph" w:customStyle="1" w:styleId="526E4AAC179643DBA0DB6466D1B7BD241">
    <w:name w:val="526E4AAC179643DBA0DB6466D1B7BD241"/>
    <w:rsid w:val="00C5371F"/>
    <w:pPr>
      <w:spacing w:line="256" w:lineRule="auto"/>
    </w:pPr>
    <w:rPr>
      <w:rFonts w:eastAsiaTheme="minorHAnsi"/>
      <w:lang w:eastAsia="en-US"/>
    </w:rPr>
  </w:style>
  <w:style w:type="paragraph" w:customStyle="1" w:styleId="B922651C281C4FA99049E09D63ED62501">
    <w:name w:val="B922651C281C4FA99049E09D63ED62501"/>
    <w:rsid w:val="00C5371F"/>
    <w:pPr>
      <w:spacing w:line="256" w:lineRule="auto"/>
    </w:pPr>
    <w:rPr>
      <w:rFonts w:eastAsiaTheme="minorHAnsi"/>
      <w:lang w:eastAsia="en-US"/>
    </w:rPr>
  </w:style>
  <w:style w:type="paragraph" w:customStyle="1" w:styleId="6700CD0EC2BB4CD8815D3846E8677C161">
    <w:name w:val="6700CD0EC2BB4CD8815D3846E8677C161"/>
    <w:rsid w:val="00C5371F"/>
    <w:pPr>
      <w:spacing w:line="256" w:lineRule="auto"/>
    </w:pPr>
    <w:rPr>
      <w:rFonts w:eastAsiaTheme="minorHAnsi"/>
      <w:lang w:eastAsia="en-US"/>
    </w:rPr>
  </w:style>
  <w:style w:type="paragraph" w:customStyle="1" w:styleId="785D02E5B91C4FE392AAB4A7BAA5800C1">
    <w:name w:val="785D02E5B91C4FE392AAB4A7BAA5800C1"/>
    <w:rsid w:val="00C5371F"/>
    <w:pPr>
      <w:spacing w:line="256" w:lineRule="auto"/>
    </w:pPr>
    <w:rPr>
      <w:rFonts w:eastAsiaTheme="minorHAnsi"/>
      <w:lang w:eastAsia="en-US"/>
    </w:rPr>
  </w:style>
  <w:style w:type="paragraph" w:customStyle="1" w:styleId="963D27F11ADB47D1956055A0F6FF3A881">
    <w:name w:val="963D27F11ADB47D1956055A0F6FF3A881"/>
    <w:rsid w:val="00C5371F"/>
    <w:pPr>
      <w:spacing w:line="256" w:lineRule="auto"/>
    </w:pPr>
    <w:rPr>
      <w:rFonts w:eastAsiaTheme="minorHAnsi"/>
      <w:lang w:eastAsia="en-US"/>
    </w:rPr>
  </w:style>
  <w:style w:type="paragraph" w:customStyle="1" w:styleId="B84DC439C5CB497DBA2C796C84B0E28A1">
    <w:name w:val="B84DC439C5CB497DBA2C796C84B0E28A1"/>
    <w:rsid w:val="00C5371F"/>
    <w:pPr>
      <w:spacing w:line="256" w:lineRule="auto"/>
    </w:pPr>
    <w:rPr>
      <w:rFonts w:eastAsiaTheme="minorHAnsi"/>
      <w:lang w:eastAsia="en-US"/>
    </w:rPr>
  </w:style>
  <w:style w:type="paragraph" w:customStyle="1" w:styleId="D118B5085CA442C18D2D01D05596093C1">
    <w:name w:val="D118B5085CA442C18D2D01D05596093C1"/>
    <w:rsid w:val="00C5371F"/>
    <w:pPr>
      <w:spacing w:line="256" w:lineRule="auto"/>
    </w:pPr>
    <w:rPr>
      <w:rFonts w:eastAsiaTheme="minorHAnsi"/>
      <w:lang w:eastAsia="en-US"/>
    </w:rPr>
  </w:style>
  <w:style w:type="paragraph" w:customStyle="1" w:styleId="1B5C9488432146D2832F29510E9C7BB81">
    <w:name w:val="1B5C9488432146D2832F29510E9C7BB81"/>
    <w:rsid w:val="00C5371F"/>
    <w:pPr>
      <w:spacing w:line="256" w:lineRule="auto"/>
    </w:pPr>
    <w:rPr>
      <w:rFonts w:eastAsiaTheme="minorHAnsi"/>
      <w:lang w:eastAsia="en-US"/>
    </w:rPr>
  </w:style>
  <w:style w:type="paragraph" w:customStyle="1" w:styleId="D028065894AE47EAA5B385994CD5ADF91">
    <w:name w:val="D028065894AE47EAA5B385994CD5ADF91"/>
    <w:rsid w:val="00C5371F"/>
    <w:pPr>
      <w:spacing w:line="256" w:lineRule="auto"/>
    </w:pPr>
    <w:rPr>
      <w:rFonts w:eastAsiaTheme="minorHAnsi"/>
      <w:lang w:eastAsia="en-US"/>
    </w:rPr>
  </w:style>
  <w:style w:type="paragraph" w:customStyle="1" w:styleId="DF7CE4216EF6434D96C9CFEA4826EF6E1">
    <w:name w:val="DF7CE4216EF6434D96C9CFEA4826EF6E1"/>
    <w:rsid w:val="00C5371F"/>
    <w:pPr>
      <w:spacing w:line="256" w:lineRule="auto"/>
    </w:pPr>
    <w:rPr>
      <w:rFonts w:eastAsiaTheme="minorHAnsi"/>
      <w:lang w:eastAsia="en-US"/>
    </w:rPr>
  </w:style>
  <w:style w:type="paragraph" w:customStyle="1" w:styleId="B9B60BC1235542A3A4331DC0376C760C1">
    <w:name w:val="B9B60BC1235542A3A4331DC0376C760C1"/>
    <w:rsid w:val="00C5371F"/>
    <w:pPr>
      <w:spacing w:line="256" w:lineRule="auto"/>
    </w:pPr>
    <w:rPr>
      <w:rFonts w:eastAsiaTheme="minorHAnsi"/>
      <w:lang w:eastAsia="en-US"/>
    </w:rPr>
  </w:style>
  <w:style w:type="paragraph" w:customStyle="1" w:styleId="D8AB6BC919754F699F3E4458158617321">
    <w:name w:val="D8AB6BC919754F699F3E4458158617321"/>
    <w:rsid w:val="00C5371F"/>
    <w:pPr>
      <w:spacing w:line="256" w:lineRule="auto"/>
    </w:pPr>
    <w:rPr>
      <w:rFonts w:eastAsiaTheme="minorHAnsi"/>
      <w:lang w:eastAsia="en-US"/>
    </w:rPr>
  </w:style>
  <w:style w:type="paragraph" w:customStyle="1" w:styleId="1746EEC40DC541A4BCE688BB97D2E0101">
    <w:name w:val="1746EEC40DC541A4BCE688BB97D2E0101"/>
    <w:rsid w:val="00C5371F"/>
    <w:pPr>
      <w:spacing w:line="256" w:lineRule="auto"/>
    </w:pPr>
    <w:rPr>
      <w:rFonts w:eastAsiaTheme="minorHAnsi"/>
      <w:lang w:eastAsia="en-US"/>
    </w:rPr>
  </w:style>
  <w:style w:type="paragraph" w:customStyle="1" w:styleId="3EFAF84F1D614DBB99DFBF77620EDF9F1">
    <w:name w:val="3EFAF84F1D614DBB99DFBF77620EDF9F1"/>
    <w:rsid w:val="00C5371F"/>
    <w:pPr>
      <w:spacing w:line="256" w:lineRule="auto"/>
    </w:pPr>
    <w:rPr>
      <w:rFonts w:eastAsiaTheme="minorHAnsi"/>
      <w:lang w:eastAsia="en-US"/>
    </w:rPr>
  </w:style>
  <w:style w:type="paragraph" w:customStyle="1" w:styleId="1435103CC6CB47F683E18AAA157CA7331">
    <w:name w:val="1435103CC6CB47F683E18AAA157CA7331"/>
    <w:rsid w:val="00C5371F"/>
    <w:pPr>
      <w:spacing w:line="256" w:lineRule="auto"/>
    </w:pPr>
    <w:rPr>
      <w:rFonts w:eastAsiaTheme="minorHAnsi"/>
      <w:lang w:eastAsia="en-US"/>
    </w:rPr>
  </w:style>
  <w:style w:type="paragraph" w:customStyle="1" w:styleId="C27330F45135408286155B6F72CBE8291">
    <w:name w:val="C27330F45135408286155B6F72CBE8291"/>
    <w:rsid w:val="00C5371F"/>
    <w:pPr>
      <w:spacing w:line="256" w:lineRule="auto"/>
    </w:pPr>
    <w:rPr>
      <w:rFonts w:eastAsiaTheme="minorHAnsi"/>
      <w:lang w:eastAsia="en-US"/>
    </w:rPr>
  </w:style>
  <w:style w:type="paragraph" w:customStyle="1" w:styleId="82B3E314E70E4F1289ECBAAF48983D4A1">
    <w:name w:val="82B3E314E70E4F1289ECBAAF48983D4A1"/>
    <w:rsid w:val="00C5371F"/>
    <w:pPr>
      <w:spacing w:line="256" w:lineRule="auto"/>
    </w:pPr>
    <w:rPr>
      <w:rFonts w:eastAsiaTheme="minorHAnsi"/>
      <w:lang w:eastAsia="en-US"/>
    </w:rPr>
  </w:style>
  <w:style w:type="paragraph" w:customStyle="1" w:styleId="0F98C2CF94EB422D9699C2B272122C031">
    <w:name w:val="0F98C2CF94EB422D9699C2B272122C031"/>
    <w:rsid w:val="00C5371F"/>
    <w:pPr>
      <w:spacing w:line="256" w:lineRule="auto"/>
    </w:pPr>
    <w:rPr>
      <w:rFonts w:eastAsiaTheme="minorHAnsi"/>
      <w:lang w:eastAsia="en-US"/>
    </w:rPr>
  </w:style>
  <w:style w:type="paragraph" w:customStyle="1" w:styleId="D7AE44D623B846BCB35B0BF7F8F457C91">
    <w:name w:val="D7AE44D623B846BCB35B0BF7F8F457C91"/>
    <w:rsid w:val="00C5371F"/>
    <w:pPr>
      <w:spacing w:line="256" w:lineRule="auto"/>
    </w:pPr>
    <w:rPr>
      <w:rFonts w:eastAsiaTheme="minorHAnsi"/>
      <w:lang w:eastAsia="en-US"/>
    </w:rPr>
  </w:style>
  <w:style w:type="paragraph" w:customStyle="1" w:styleId="1C9B500078734138A51A41AAAF3643881">
    <w:name w:val="1C9B500078734138A51A41AAAF3643881"/>
    <w:rsid w:val="00C5371F"/>
    <w:pPr>
      <w:spacing w:line="256" w:lineRule="auto"/>
    </w:pPr>
    <w:rPr>
      <w:rFonts w:eastAsiaTheme="minorHAnsi"/>
      <w:lang w:eastAsia="en-US"/>
    </w:rPr>
  </w:style>
  <w:style w:type="paragraph" w:customStyle="1" w:styleId="1619AC93AF4343188ED45E2B9EC44F2E1">
    <w:name w:val="1619AC93AF4343188ED45E2B9EC44F2E1"/>
    <w:rsid w:val="00C5371F"/>
    <w:pPr>
      <w:spacing w:line="256" w:lineRule="auto"/>
    </w:pPr>
    <w:rPr>
      <w:rFonts w:eastAsiaTheme="minorHAnsi"/>
      <w:lang w:eastAsia="en-US"/>
    </w:rPr>
  </w:style>
  <w:style w:type="paragraph" w:customStyle="1" w:styleId="DefaultPlaceholder10818685741">
    <w:name w:val="DefaultPlaceholder_10818685741"/>
    <w:rsid w:val="00D144A8"/>
    <w:pPr>
      <w:spacing w:line="256" w:lineRule="auto"/>
    </w:pPr>
    <w:rPr>
      <w:rFonts w:eastAsiaTheme="minorHAnsi"/>
      <w:lang w:eastAsia="en-US"/>
    </w:rPr>
  </w:style>
  <w:style w:type="paragraph" w:customStyle="1" w:styleId="E39F8A9ADD5B43B8B70C0A198460C0622">
    <w:name w:val="E39F8A9ADD5B43B8B70C0A198460C0622"/>
    <w:rsid w:val="00D144A8"/>
    <w:pPr>
      <w:spacing w:line="256" w:lineRule="auto"/>
    </w:pPr>
    <w:rPr>
      <w:rFonts w:eastAsiaTheme="minorHAnsi"/>
      <w:lang w:eastAsia="en-US"/>
    </w:rPr>
  </w:style>
  <w:style w:type="paragraph" w:customStyle="1" w:styleId="38387FB55DF84BC9A8E1B60AB29251072">
    <w:name w:val="38387FB55DF84BC9A8E1B60AB29251072"/>
    <w:rsid w:val="00D144A8"/>
    <w:pPr>
      <w:spacing w:line="256" w:lineRule="auto"/>
    </w:pPr>
    <w:rPr>
      <w:rFonts w:eastAsiaTheme="minorHAnsi"/>
      <w:lang w:eastAsia="en-US"/>
    </w:rPr>
  </w:style>
  <w:style w:type="paragraph" w:customStyle="1" w:styleId="4C77B5A6F0E04BCDB54BDAE88BF642A82">
    <w:name w:val="4C77B5A6F0E04BCDB54BDAE88BF642A82"/>
    <w:rsid w:val="00D144A8"/>
    <w:pPr>
      <w:spacing w:line="256" w:lineRule="auto"/>
    </w:pPr>
    <w:rPr>
      <w:rFonts w:eastAsiaTheme="minorHAnsi"/>
      <w:lang w:eastAsia="en-US"/>
    </w:rPr>
  </w:style>
  <w:style w:type="paragraph" w:customStyle="1" w:styleId="EF20EBFD088C4B7992A08BABFBC290922">
    <w:name w:val="EF20EBFD088C4B7992A08BABFBC290922"/>
    <w:rsid w:val="00D144A8"/>
    <w:pPr>
      <w:spacing w:line="256" w:lineRule="auto"/>
    </w:pPr>
    <w:rPr>
      <w:rFonts w:eastAsiaTheme="minorHAnsi"/>
      <w:lang w:eastAsia="en-US"/>
    </w:rPr>
  </w:style>
  <w:style w:type="paragraph" w:customStyle="1" w:styleId="CDB302D648D94E3BA7E5B039F3D99AB22">
    <w:name w:val="CDB302D648D94E3BA7E5B039F3D99AB22"/>
    <w:rsid w:val="00D144A8"/>
    <w:pPr>
      <w:spacing w:line="256" w:lineRule="auto"/>
    </w:pPr>
    <w:rPr>
      <w:rFonts w:eastAsiaTheme="minorHAnsi"/>
      <w:lang w:eastAsia="en-US"/>
    </w:rPr>
  </w:style>
  <w:style w:type="paragraph" w:customStyle="1" w:styleId="295EF76DD1504A59BD1CFB53C0C6B9042">
    <w:name w:val="295EF76DD1504A59BD1CFB53C0C6B9042"/>
    <w:rsid w:val="00D144A8"/>
    <w:pPr>
      <w:spacing w:line="256" w:lineRule="auto"/>
    </w:pPr>
    <w:rPr>
      <w:rFonts w:eastAsiaTheme="minorHAnsi"/>
      <w:lang w:eastAsia="en-US"/>
    </w:rPr>
  </w:style>
  <w:style w:type="paragraph" w:customStyle="1" w:styleId="1EF685B60BD14C28BDC26559BFD2D1412">
    <w:name w:val="1EF685B60BD14C28BDC26559BFD2D1412"/>
    <w:rsid w:val="00D144A8"/>
    <w:pPr>
      <w:spacing w:line="256" w:lineRule="auto"/>
    </w:pPr>
    <w:rPr>
      <w:rFonts w:eastAsiaTheme="minorHAnsi"/>
      <w:lang w:eastAsia="en-US"/>
    </w:rPr>
  </w:style>
  <w:style w:type="paragraph" w:customStyle="1" w:styleId="56D11BFE2282433AAF16568FAAEFDD0D2">
    <w:name w:val="56D11BFE2282433AAF16568FAAEFDD0D2"/>
    <w:rsid w:val="00D144A8"/>
    <w:pPr>
      <w:spacing w:line="256" w:lineRule="auto"/>
    </w:pPr>
    <w:rPr>
      <w:rFonts w:eastAsiaTheme="minorHAnsi"/>
      <w:lang w:eastAsia="en-US"/>
    </w:rPr>
  </w:style>
  <w:style w:type="paragraph" w:customStyle="1" w:styleId="64EBF2EB42B24BDDBC8F06EAF859E8582">
    <w:name w:val="64EBF2EB42B24BDDBC8F06EAF859E8582"/>
    <w:rsid w:val="00D144A8"/>
    <w:pPr>
      <w:spacing w:line="256" w:lineRule="auto"/>
    </w:pPr>
    <w:rPr>
      <w:rFonts w:eastAsiaTheme="minorHAnsi"/>
      <w:lang w:eastAsia="en-US"/>
    </w:rPr>
  </w:style>
  <w:style w:type="paragraph" w:customStyle="1" w:styleId="4FAA13CBD4F748F2B049996FB24227172">
    <w:name w:val="4FAA13CBD4F748F2B049996FB24227172"/>
    <w:rsid w:val="00D144A8"/>
    <w:pPr>
      <w:spacing w:line="256" w:lineRule="auto"/>
    </w:pPr>
    <w:rPr>
      <w:rFonts w:eastAsiaTheme="minorHAnsi"/>
      <w:lang w:eastAsia="en-US"/>
    </w:rPr>
  </w:style>
  <w:style w:type="paragraph" w:customStyle="1" w:styleId="526E4AAC179643DBA0DB6466D1B7BD242">
    <w:name w:val="526E4AAC179643DBA0DB6466D1B7BD242"/>
    <w:rsid w:val="00D144A8"/>
    <w:pPr>
      <w:spacing w:line="256" w:lineRule="auto"/>
    </w:pPr>
    <w:rPr>
      <w:rFonts w:eastAsiaTheme="minorHAnsi"/>
      <w:lang w:eastAsia="en-US"/>
    </w:rPr>
  </w:style>
  <w:style w:type="paragraph" w:customStyle="1" w:styleId="B922651C281C4FA99049E09D63ED62502">
    <w:name w:val="B922651C281C4FA99049E09D63ED62502"/>
    <w:rsid w:val="00D144A8"/>
    <w:pPr>
      <w:spacing w:line="256" w:lineRule="auto"/>
    </w:pPr>
    <w:rPr>
      <w:rFonts w:eastAsiaTheme="minorHAnsi"/>
      <w:lang w:eastAsia="en-US"/>
    </w:rPr>
  </w:style>
  <w:style w:type="paragraph" w:customStyle="1" w:styleId="6700CD0EC2BB4CD8815D3846E8677C162">
    <w:name w:val="6700CD0EC2BB4CD8815D3846E8677C162"/>
    <w:rsid w:val="00D144A8"/>
    <w:pPr>
      <w:spacing w:line="256" w:lineRule="auto"/>
    </w:pPr>
    <w:rPr>
      <w:rFonts w:eastAsiaTheme="minorHAnsi"/>
      <w:lang w:eastAsia="en-US"/>
    </w:rPr>
  </w:style>
  <w:style w:type="paragraph" w:customStyle="1" w:styleId="785D02E5B91C4FE392AAB4A7BAA5800C2">
    <w:name w:val="785D02E5B91C4FE392AAB4A7BAA5800C2"/>
    <w:rsid w:val="00D144A8"/>
    <w:pPr>
      <w:spacing w:line="256" w:lineRule="auto"/>
    </w:pPr>
    <w:rPr>
      <w:rFonts w:eastAsiaTheme="minorHAnsi"/>
      <w:lang w:eastAsia="en-US"/>
    </w:rPr>
  </w:style>
  <w:style w:type="paragraph" w:customStyle="1" w:styleId="963D27F11ADB47D1956055A0F6FF3A882">
    <w:name w:val="963D27F11ADB47D1956055A0F6FF3A882"/>
    <w:rsid w:val="00D144A8"/>
    <w:pPr>
      <w:spacing w:line="256" w:lineRule="auto"/>
    </w:pPr>
    <w:rPr>
      <w:rFonts w:eastAsiaTheme="minorHAnsi"/>
      <w:lang w:eastAsia="en-US"/>
    </w:rPr>
  </w:style>
  <w:style w:type="paragraph" w:customStyle="1" w:styleId="B84DC439C5CB497DBA2C796C84B0E28A2">
    <w:name w:val="B84DC439C5CB497DBA2C796C84B0E28A2"/>
    <w:rsid w:val="00D144A8"/>
    <w:pPr>
      <w:spacing w:line="256" w:lineRule="auto"/>
    </w:pPr>
    <w:rPr>
      <w:rFonts w:eastAsiaTheme="minorHAnsi"/>
      <w:lang w:eastAsia="en-US"/>
    </w:rPr>
  </w:style>
  <w:style w:type="paragraph" w:customStyle="1" w:styleId="D118B5085CA442C18D2D01D05596093C2">
    <w:name w:val="D118B5085CA442C18D2D01D05596093C2"/>
    <w:rsid w:val="00D144A8"/>
    <w:pPr>
      <w:spacing w:line="256" w:lineRule="auto"/>
    </w:pPr>
    <w:rPr>
      <w:rFonts w:eastAsiaTheme="minorHAnsi"/>
      <w:lang w:eastAsia="en-US"/>
    </w:rPr>
  </w:style>
  <w:style w:type="paragraph" w:customStyle="1" w:styleId="1B5C9488432146D2832F29510E9C7BB82">
    <w:name w:val="1B5C9488432146D2832F29510E9C7BB82"/>
    <w:rsid w:val="00D144A8"/>
    <w:pPr>
      <w:spacing w:line="256" w:lineRule="auto"/>
    </w:pPr>
    <w:rPr>
      <w:rFonts w:eastAsiaTheme="minorHAnsi"/>
      <w:lang w:eastAsia="en-US"/>
    </w:rPr>
  </w:style>
  <w:style w:type="paragraph" w:customStyle="1" w:styleId="D028065894AE47EAA5B385994CD5ADF92">
    <w:name w:val="D028065894AE47EAA5B385994CD5ADF92"/>
    <w:rsid w:val="00D144A8"/>
    <w:pPr>
      <w:spacing w:line="256" w:lineRule="auto"/>
    </w:pPr>
    <w:rPr>
      <w:rFonts w:eastAsiaTheme="minorHAnsi"/>
      <w:lang w:eastAsia="en-US"/>
    </w:rPr>
  </w:style>
  <w:style w:type="paragraph" w:customStyle="1" w:styleId="DF7CE4216EF6434D96C9CFEA4826EF6E2">
    <w:name w:val="DF7CE4216EF6434D96C9CFEA4826EF6E2"/>
    <w:rsid w:val="00D144A8"/>
    <w:pPr>
      <w:spacing w:line="256" w:lineRule="auto"/>
    </w:pPr>
    <w:rPr>
      <w:rFonts w:eastAsiaTheme="minorHAnsi"/>
      <w:lang w:eastAsia="en-US"/>
    </w:rPr>
  </w:style>
  <w:style w:type="paragraph" w:customStyle="1" w:styleId="B9B60BC1235542A3A4331DC0376C760C2">
    <w:name w:val="B9B60BC1235542A3A4331DC0376C760C2"/>
    <w:rsid w:val="00D144A8"/>
    <w:pPr>
      <w:spacing w:line="256" w:lineRule="auto"/>
    </w:pPr>
    <w:rPr>
      <w:rFonts w:eastAsiaTheme="minorHAnsi"/>
      <w:lang w:eastAsia="en-US"/>
    </w:rPr>
  </w:style>
  <w:style w:type="paragraph" w:customStyle="1" w:styleId="D8AB6BC919754F699F3E4458158617322">
    <w:name w:val="D8AB6BC919754F699F3E4458158617322"/>
    <w:rsid w:val="00D144A8"/>
    <w:pPr>
      <w:spacing w:line="256" w:lineRule="auto"/>
    </w:pPr>
    <w:rPr>
      <w:rFonts w:eastAsiaTheme="minorHAnsi"/>
      <w:lang w:eastAsia="en-US"/>
    </w:rPr>
  </w:style>
  <w:style w:type="paragraph" w:customStyle="1" w:styleId="1746EEC40DC541A4BCE688BB97D2E0102">
    <w:name w:val="1746EEC40DC541A4BCE688BB97D2E0102"/>
    <w:rsid w:val="00D144A8"/>
    <w:pPr>
      <w:spacing w:line="256" w:lineRule="auto"/>
    </w:pPr>
    <w:rPr>
      <w:rFonts w:eastAsiaTheme="minorHAnsi"/>
      <w:lang w:eastAsia="en-US"/>
    </w:rPr>
  </w:style>
  <w:style w:type="paragraph" w:customStyle="1" w:styleId="3EFAF84F1D614DBB99DFBF77620EDF9F2">
    <w:name w:val="3EFAF84F1D614DBB99DFBF77620EDF9F2"/>
    <w:rsid w:val="00D144A8"/>
    <w:pPr>
      <w:spacing w:line="256" w:lineRule="auto"/>
    </w:pPr>
    <w:rPr>
      <w:rFonts w:eastAsiaTheme="minorHAnsi"/>
      <w:lang w:eastAsia="en-US"/>
    </w:rPr>
  </w:style>
  <w:style w:type="paragraph" w:customStyle="1" w:styleId="1435103CC6CB47F683E18AAA157CA7332">
    <w:name w:val="1435103CC6CB47F683E18AAA157CA7332"/>
    <w:rsid w:val="00D144A8"/>
    <w:pPr>
      <w:spacing w:line="256" w:lineRule="auto"/>
    </w:pPr>
    <w:rPr>
      <w:rFonts w:eastAsiaTheme="minorHAnsi"/>
      <w:lang w:eastAsia="en-US"/>
    </w:rPr>
  </w:style>
  <w:style w:type="paragraph" w:customStyle="1" w:styleId="C27330F45135408286155B6F72CBE8292">
    <w:name w:val="C27330F45135408286155B6F72CBE8292"/>
    <w:rsid w:val="00D144A8"/>
    <w:pPr>
      <w:spacing w:line="256" w:lineRule="auto"/>
    </w:pPr>
    <w:rPr>
      <w:rFonts w:eastAsiaTheme="minorHAnsi"/>
      <w:lang w:eastAsia="en-US"/>
    </w:rPr>
  </w:style>
  <w:style w:type="paragraph" w:customStyle="1" w:styleId="82B3E314E70E4F1289ECBAAF48983D4A2">
    <w:name w:val="82B3E314E70E4F1289ECBAAF48983D4A2"/>
    <w:rsid w:val="00D144A8"/>
    <w:pPr>
      <w:spacing w:line="256" w:lineRule="auto"/>
    </w:pPr>
    <w:rPr>
      <w:rFonts w:eastAsiaTheme="minorHAnsi"/>
      <w:lang w:eastAsia="en-US"/>
    </w:rPr>
  </w:style>
  <w:style w:type="paragraph" w:customStyle="1" w:styleId="0F98C2CF94EB422D9699C2B272122C032">
    <w:name w:val="0F98C2CF94EB422D9699C2B272122C032"/>
    <w:rsid w:val="00D144A8"/>
    <w:pPr>
      <w:spacing w:line="256" w:lineRule="auto"/>
    </w:pPr>
    <w:rPr>
      <w:rFonts w:eastAsiaTheme="minorHAnsi"/>
      <w:lang w:eastAsia="en-US"/>
    </w:rPr>
  </w:style>
  <w:style w:type="paragraph" w:customStyle="1" w:styleId="D7AE44D623B846BCB35B0BF7F8F457C92">
    <w:name w:val="D7AE44D623B846BCB35B0BF7F8F457C92"/>
    <w:rsid w:val="00D144A8"/>
    <w:pPr>
      <w:spacing w:line="256" w:lineRule="auto"/>
    </w:pPr>
    <w:rPr>
      <w:rFonts w:eastAsiaTheme="minorHAnsi"/>
      <w:lang w:eastAsia="en-US"/>
    </w:rPr>
  </w:style>
  <w:style w:type="paragraph" w:customStyle="1" w:styleId="1C9B500078734138A51A41AAAF3643882">
    <w:name w:val="1C9B500078734138A51A41AAAF3643882"/>
    <w:rsid w:val="00D144A8"/>
    <w:pPr>
      <w:spacing w:line="256" w:lineRule="auto"/>
    </w:pPr>
    <w:rPr>
      <w:rFonts w:eastAsiaTheme="minorHAnsi"/>
      <w:lang w:eastAsia="en-US"/>
    </w:rPr>
  </w:style>
  <w:style w:type="paragraph" w:customStyle="1" w:styleId="1619AC93AF4343188ED45E2B9EC44F2E2">
    <w:name w:val="1619AC93AF4343188ED45E2B9EC44F2E2"/>
    <w:rsid w:val="00D144A8"/>
    <w:pPr>
      <w:spacing w:line="256" w:lineRule="auto"/>
    </w:pPr>
    <w:rPr>
      <w:rFonts w:eastAsiaTheme="minorHAnsi"/>
      <w:lang w:eastAsia="en-US"/>
    </w:rPr>
  </w:style>
  <w:style w:type="paragraph" w:customStyle="1" w:styleId="DefaultPlaceholder10818685742">
    <w:name w:val="DefaultPlaceholder_10818685742"/>
    <w:rsid w:val="00D144A8"/>
    <w:pPr>
      <w:spacing w:line="256" w:lineRule="auto"/>
    </w:pPr>
    <w:rPr>
      <w:rFonts w:eastAsiaTheme="minorHAnsi"/>
      <w:lang w:eastAsia="en-US"/>
    </w:rPr>
  </w:style>
  <w:style w:type="paragraph" w:customStyle="1" w:styleId="E39F8A9ADD5B43B8B70C0A198460C0623">
    <w:name w:val="E39F8A9ADD5B43B8B70C0A198460C0623"/>
    <w:rsid w:val="00D144A8"/>
    <w:pPr>
      <w:spacing w:line="256" w:lineRule="auto"/>
    </w:pPr>
    <w:rPr>
      <w:rFonts w:eastAsiaTheme="minorHAnsi"/>
      <w:lang w:eastAsia="en-US"/>
    </w:rPr>
  </w:style>
  <w:style w:type="paragraph" w:customStyle="1" w:styleId="38387FB55DF84BC9A8E1B60AB29251073">
    <w:name w:val="38387FB55DF84BC9A8E1B60AB29251073"/>
    <w:rsid w:val="00D144A8"/>
    <w:pPr>
      <w:spacing w:line="256" w:lineRule="auto"/>
    </w:pPr>
    <w:rPr>
      <w:rFonts w:eastAsiaTheme="minorHAnsi"/>
      <w:lang w:eastAsia="en-US"/>
    </w:rPr>
  </w:style>
  <w:style w:type="paragraph" w:customStyle="1" w:styleId="4C77B5A6F0E04BCDB54BDAE88BF642A83">
    <w:name w:val="4C77B5A6F0E04BCDB54BDAE88BF642A83"/>
    <w:rsid w:val="00D144A8"/>
    <w:pPr>
      <w:spacing w:line="256" w:lineRule="auto"/>
    </w:pPr>
    <w:rPr>
      <w:rFonts w:eastAsiaTheme="minorHAnsi"/>
      <w:lang w:eastAsia="en-US"/>
    </w:rPr>
  </w:style>
  <w:style w:type="paragraph" w:customStyle="1" w:styleId="EF20EBFD088C4B7992A08BABFBC290923">
    <w:name w:val="EF20EBFD088C4B7992A08BABFBC290923"/>
    <w:rsid w:val="00D144A8"/>
    <w:pPr>
      <w:spacing w:line="256" w:lineRule="auto"/>
    </w:pPr>
    <w:rPr>
      <w:rFonts w:eastAsiaTheme="minorHAnsi"/>
      <w:lang w:eastAsia="en-US"/>
    </w:rPr>
  </w:style>
  <w:style w:type="paragraph" w:customStyle="1" w:styleId="CDB302D648D94E3BA7E5B039F3D99AB23">
    <w:name w:val="CDB302D648D94E3BA7E5B039F3D99AB23"/>
    <w:rsid w:val="00D144A8"/>
    <w:pPr>
      <w:spacing w:line="256" w:lineRule="auto"/>
    </w:pPr>
    <w:rPr>
      <w:rFonts w:eastAsiaTheme="minorHAnsi"/>
      <w:lang w:eastAsia="en-US"/>
    </w:rPr>
  </w:style>
  <w:style w:type="paragraph" w:customStyle="1" w:styleId="295EF76DD1504A59BD1CFB53C0C6B9043">
    <w:name w:val="295EF76DD1504A59BD1CFB53C0C6B9043"/>
    <w:rsid w:val="00D144A8"/>
    <w:pPr>
      <w:spacing w:line="256" w:lineRule="auto"/>
    </w:pPr>
    <w:rPr>
      <w:rFonts w:eastAsiaTheme="minorHAnsi"/>
      <w:lang w:eastAsia="en-US"/>
    </w:rPr>
  </w:style>
  <w:style w:type="paragraph" w:customStyle="1" w:styleId="1EF685B60BD14C28BDC26559BFD2D1413">
    <w:name w:val="1EF685B60BD14C28BDC26559BFD2D1413"/>
    <w:rsid w:val="00D144A8"/>
    <w:pPr>
      <w:spacing w:line="256" w:lineRule="auto"/>
    </w:pPr>
    <w:rPr>
      <w:rFonts w:eastAsiaTheme="minorHAnsi"/>
      <w:lang w:eastAsia="en-US"/>
    </w:rPr>
  </w:style>
  <w:style w:type="paragraph" w:customStyle="1" w:styleId="56D11BFE2282433AAF16568FAAEFDD0D3">
    <w:name w:val="56D11BFE2282433AAF16568FAAEFDD0D3"/>
    <w:rsid w:val="00D144A8"/>
    <w:pPr>
      <w:spacing w:line="256" w:lineRule="auto"/>
    </w:pPr>
    <w:rPr>
      <w:rFonts w:eastAsiaTheme="minorHAnsi"/>
      <w:lang w:eastAsia="en-US"/>
    </w:rPr>
  </w:style>
  <w:style w:type="paragraph" w:customStyle="1" w:styleId="64EBF2EB42B24BDDBC8F06EAF859E8583">
    <w:name w:val="64EBF2EB42B24BDDBC8F06EAF859E8583"/>
    <w:rsid w:val="00D144A8"/>
    <w:pPr>
      <w:spacing w:line="256" w:lineRule="auto"/>
    </w:pPr>
    <w:rPr>
      <w:rFonts w:eastAsiaTheme="minorHAnsi"/>
      <w:lang w:eastAsia="en-US"/>
    </w:rPr>
  </w:style>
  <w:style w:type="paragraph" w:customStyle="1" w:styleId="4FAA13CBD4F748F2B049996FB24227173">
    <w:name w:val="4FAA13CBD4F748F2B049996FB24227173"/>
    <w:rsid w:val="00D144A8"/>
    <w:pPr>
      <w:spacing w:line="256" w:lineRule="auto"/>
    </w:pPr>
    <w:rPr>
      <w:rFonts w:eastAsiaTheme="minorHAnsi"/>
      <w:lang w:eastAsia="en-US"/>
    </w:rPr>
  </w:style>
  <w:style w:type="paragraph" w:customStyle="1" w:styleId="526E4AAC179643DBA0DB6466D1B7BD243">
    <w:name w:val="526E4AAC179643DBA0DB6466D1B7BD243"/>
    <w:rsid w:val="00D144A8"/>
    <w:pPr>
      <w:spacing w:line="256" w:lineRule="auto"/>
    </w:pPr>
    <w:rPr>
      <w:rFonts w:eastAsiaTheme="minorHAnsi"/>
      <w:lang w:eastAsia="en-US"/>
    </w:rPr>
  </w:style>
  <w:style w:type="paragraph" w:customStyle="1" w:styleId="B922651C281C4FA99049E09D63ED62503">
    <w:name w:val="B922651C281C4FA99049E09D63ED62503"/>
    <w:rsid w:val="00D144A8"/>
    <w:pPr>
      <w:spacing w:line="256" w:lineRule="auto"/>
    </w:pPr>
    <w:rPr>
      <w:rFonts w:eastAsiaTheme="minorHAnsi"/>
      <w:lang w:eastAsia="en-US"/>
    </w:rPr>
  </w:style>
  <w:style w:type="paragraph" w:customStyle="1" w:styleId="6700CD0EC2BB4CD8815D3846E8677C163">
    <w:name w:val="6700CD0EC2BB4CD8815D3846E8677C163"/>
    <w:rsid w:val="00D144A8"/>
    <w:pPr>
      <w:spacing w:line="256" w:lineRule="auto"/>
    </w:pPr>
    <w:rPr>
      <w:rFonts w:eastAsiaTheme="minorHAnsi"/>
      <w:lang w:eastAsia="en-US"/>
    </w:rPr>
  </w:style>
  <w:style w:type="paragraph" w:customStyle="1" w:styleId="785D02E5B91C4FE392AAB4A7BAA5800C3">
    <w:name w:val="785D02E5B91C4FE392AAB4A7BAA5800C3"/>
    <w:rsid w:val="00D144A8"/>
    <w:pPr>
      <w:spacing w:line="256" w:lineRule="auto"/>
    </w:pPr>
    <w:rPr>
      <w:rFonts w:eastAsiaTheme="minorHAnsi"/>
      <w:lang w:eastAsia="en-US"/>
    </w:rPr>
  </w:style>
  <w:style w:type="paragraph" w:customStyle="1" w:styleId="963D27F11ADB47D1956055A0F6FF3A883">
    <w:name w:val="963D27F11ADB47D1956055A0F6FF3A883"/>
    <w:rsid w:val="00D144A8"/>
    <w:pPr>
      <w:spacing w:line="256" w:lineRule="auto"/>
    </w:pPr>
    <w:rPr>
      <w:rFonts w:eastAsiaTheme="minorHAnsi"/>
      <w:lang w:eastAsia="en-US"/>
    </w:rPr>
  </w:style>
  <w:style w:type="paragraph" w:customStyle="1" w:styleId="B84DC439C5CB497DBA2C796C84B0E28A3">
    <w:name w:val="B84DC439C5CB497DBA2C796C84B0E28A3"/>
    <w:rsid w:val="00D144A8"/>
    <w:pPr>
      <w:spacing w:line="256" w:lineRule="auto"/>
    </w:pPr>
    <w:rPr>
      <w:rFonts w:eastAsiaTheme="minorHAnsi"/>
      <w:lang w:eastAsia="en-US"/>
    </w:rPr>
  </w:style>
  <w:style w:type="paragraph" w:customStyle="1" w:styleId="D118B5085CA442C18D2D01D05596093C3">
    <w:name w:val="D118B5085CA442C18D2D01D05596093C3"/>
    <w:rsid w:val="00D144A8"/>
    <w:pPr>
      <w:spacing w:line="256" w:lineRule="auto"/>
    </w:pPr>
    <w:rPr>
      <w:rFonts w:eastAsiaTheme="minorHAnsi"/>
      <w:lang w:eastAsia="en-US"/>
    </w:rPr>
  </w:style>
  <w:style w:type="paragraph" w:customStyle="1" w:styleId="1B5C9488432146D2832F29510E9C7BB83">
    <w:name w:val="1B5C9488432146D2832F29510E9C7BB83"/>
    <w:rsid w:val="00D144A8"/>
    <w:pPr>
      <w:spacing w:line="256" w:lineRule="auto"/>
    </w:pPr>
    <w:rPr>
      <w:rFonts w:eastAsiaTheme="minorHAnsi"/>
      <w:lang w:eastAsia="en-US"/>
    </w:rPr>
  </w:style>
  <w:style w:type="paragraph" w:customStyle="1" w:styleId="D028065894AE47EAA5B385994CD5ADF93">
    <w:name w:val="D028065894AE47EAA5B385994CD5ADF93"/>
    <w:rsid w:val="00D144A8"/>
    <w:pPr>
      <w:spacing w:line="256" w:lineRule="auto"/>
    </w:pPr>
    <w:rPr>
      <w:rFonts w:eastAsiaTheme="minorHAnsi"/>
      <w:lang w:eastAsia="en-US"/>
    </w:rPr>
  </w:style>
  <w:style w:type="paragraph" w:customStyle="1" w:styleId="DF7CE4216EF6434D96C9CFEA4826EF6E3">
    <w:name w:val="DF7CE4216EF6434D96C9CFEA4826EF6E3"/>
    <w:rsid w:val="00D144A8"/>
    <w:pPr>
      <w:spacing w:line="256" w:lineRule="auto"/>
    </w:pPr>
    <w:rPr>
      <w:rFonts w:eastAsiaTheme="minorHAnsi"/>
      <w:lang w:eastAsia="en-US"/>
    </w:rPr>
  </w:style>
  <w:style w:type="paragraph" w:customStyle="1" w:styleId="B9B60BC1235542A3A4331DC0376C760C3">
    <w:name w:val="B9B60BC1235542A3A4331DC0376C760C3"/>
    <w:rsid w:val="00D144A8"/>
    <w:pPr>
      <w:spacing w:line="256" w:lineRule="auto"/>
    </w:pPr>
    <w:rPr>
      <w:rFonts w:eastAsiaTheme="minorHAnsi"/>
      <w:lang w:eastAsia="en-US"/>
    </w:rPr>
  </w:style>
  <w:style w:type="paragraph" w:customStyle="1" w:styleId="D8AB6BC919754F699F3E4458158617323">
    <w:name w:val="D8AB6BC919754F699F3E4458158617323"/>
    <w:rsid w:val="00D144A8"/>
    <w:pPr>
      <w:spacing w:line="256" w:lineRule="auto"/>
    </w:pPr>
    <w:rPr>
      <w:rFonts w:eastAsiaTheme="minorHAnsi"/>
      <w:lang w:eastAsia="en-US"/>
    </w:rPr>
  </w:style>
  <w:style w:type="paragraph" w:customStyle="1" w:styleId="1746EEC40DC541A4BCE688BB97D2E0103">
    <w:name w:val="1746EEC40DC541A4BCE688BB97D2E0103"/>
    <w:rsid w:val="00D144A8"/>
    <w:pPr>
      <w:spacing w:line="256" w:lineRule="auto"/>
    </w:pPr>
    <w:rPr>
      <w:rFonts w:eastAsiaTheme="minorHAnsi"/>
      <w:lang w:eastAsia="en-US"/>
    </w:rPr>
  </w:style>
  <w:style w:type="paragraph" w:customStyle="1" w:styleId="3EFAF84F1D614DBB99DFBF77620EDF9F3">
    <w:name w:val="3EFAF84F1D614DBB99DFBF77620EDF9F3"/>
    <w:rsid w:val="00D144A8"/>
    <w:pPr>
      <w:spacing w:line="256" w:lineRule="auto"/>
    </w:pPr>
    <w:rPr>
      <w:rFonts w:eastAsiaTheme="minorHAnsi"/>
      <w:lang w:eastAsia="en-US"/>
    </w:rPr>
  </w:style>
  <w:style w:type="paragraph" w:customStyle="1" w:styleId="1435103CC6CB47F683E18AAA157CA7333">
    <w:name w:val="1435103CC6CB47F683E18AAA157CA7333"/>
    <w:rsid w:val="00D144A8"/>
    <w:pPr>
      <w:spacing w:line="256" w:lineRule="auto"/>
    </w:pPr>
    <w:rPr>
      <w:rFonts w:eastAsiaTheme="minorHAnsi"/>
      <w:lang w:eastAsia="en-US"/>
    </w:rPr>
  </w:style>
  <w:style w:type="paragraph" w:customStyle="1" w:styleId="C27330F45135408286155B6F72CBE8293">
    <w:name w:val="C27330F45135408286155B6F72CBE8293"/>
    <w:rsid w:val="00D144A8"/>
    <w:pPr>
      <w:spacing w:line="256" w:lineRule="auto"/>
    </w:pPr>
    <w:rPr>
      <w:rFonts w:eastAsiaTheme="minorHAnsi"/>
      <w:lang w:eastAsia="en-US"/>
    </w:rPr>
  </w:style>
  <w:style w:type="paragraph" w:customStyle="1" w:styleId="82B3E314E70E4F1289ECBAAF48983D4A3">
    <w:name w:val="82B3E314E70E4F1289ECBAAF48983D4A3"/>
    <w:rsid w:val="00D144A8"/>
    <w:pPr>
      <w:spacing w:line="256" w:lineRule="auto"/>
    </w:pPr>
    <w:rPr>
      <w:rFonts w:eastAsiaTheme="minorHAnsi"/>
      <w:lang w:eastAsia="en-US"/>
    </w:rPr>
  </w:style>
  <w:style w:type="paragraph" w:customStyle="1" w:styleId="0F98C2CF94EB422D9699C2B272122C033">
    <w:name w:val="0F98C2CF94EB422D9699C2B272122C033"/>
    <w:rsid w:val="00D144A8"/>
    <w:pPr>
      <w:spacing w:line="256" w:lineRule="auto"/>
    </w:pPr>
    <w:rPr>
      <w:rFonts w:eastAsiaTheme="minorHAnsi"/>
      <w:lang w:eastAsia="en-US"/>
    </w:rPr>
  </w:style>
  <w:style w:type="paragraph" w:customStyle="1" w:styleId="D7AE44D623B846BCB35B0BF7F8F457C93">
    <w:name w:val="D7AE44D623B846BCB35B0BF7F8F457C93"/>
    <w:rsid w:val="00D144A8"/>
    <w:pPr>
      <w:spacing w:line="256" w:lineRule="auto"/>
    </w:pPr>
    <w:rPr>
      <w:rFonts w:eastAsiaTheme="minorHAnsi"/>
      <w:lang w:eastAsia="en-US"/>
    </w:rPr>
  </w:style>
  <w:style w:type="paragraph" w:customStyle="1" w:styleId="1C9B500078734138A51A41AAAF3643883">
    <w:name w:val="1C9B500078734138A51A41AAAF3643883"/>
    <w:rsid w:val="00D144A8"/>
    <w:pPr>
      <w:spacing w:line="256" w:lineRule="auto"/>
    </w:pPr>
    <w:rPr>
      <w:rFonts w:eastAsiaTheme="minorHAnsi"/>
      <w:lang w:eastAsia="en-US"/>
    </w:rPr>
  </w:style>
  <w:style w:type="paragraph" w:customStyle="1" w:styleId="1619AC93AF4343188ED45E2B9EC44F2E3">
    <w:name w:val="1619AC93AF4343188ED45E2B9EC44F2E3"/>
    <w:rsid w:val="00D144A8"/>
    <w:pPr>
      <w:spacing w:line="256" w:lineRule="auto"/>
    </w:pPr>
    <w:rPr>
      <w:rFonts w:eastAsiaTheme="minorHAnsi"/>
      <w:lang w:eastAsia="en-US"/>
    </w:rPr>
  </w:style>
  <w:style w:type="paragraph" w:customStyle="1" w:styleId="DefaultPlaceholder10818685743">
    <w:name w:val="DefaultPlaceholder_10818685743"/>
    <w:rsid w:val="00D144A8"/>
    <w:pPr>
      <w:spacing w:line="256" w:lineRule="auto"/>
    </w:pPr>
    <w:rPr>
      <w:rFonts w:eastAsiaTheme="minorHAnsi"/>
      <w:lang w:eastAsia="en-US"/>
    </w:rPr>
  </w:style>
  <w:style w:type="paragraph" w:customStyle="1" w:styleId="E39F8A9ADD5B43B8B70C0A198460C0624">
    <w:name w:val="E39F8A9ADD5B43B8B70C0A198460C0624"/>
    <w:rsid w:val="00D144A8"/>
    <w:pPr>
      <w:spacing w:line="256" w:lineRule="auto"/>
    </w:pPr>
    <w:rPr>
      <w:rFonts w:eastAsiaTheme="minorHAnsi"/>
      <w:lang w:eastAsia="en-US"/>
    </w:rPr>
  </w:style>
  <w:style w:type="paragraph" w:customStyle="1" w:styleId="38387FB55DF84BC9A8E1B60AB29251074">
    <w:name w:val="38387FB55DF84BC9A8E1B60AB29251074"/>
    <w:rsid w:val="00D144A8"/>
    <w:pPr>
      <w:spacing w:line="256" w:lineRule="auto"/>
    </w:pPr>
    <w:rPr>
      <w:rFonts w:eastAsiaTheme="minorHAnsi"/>
      <w:lang w:eastAsia="en-US"/>
    </w:rPr>
  </w:style>
  <w:style w:type="paragraph" w:customStyle="1" w:styleId="4C77B5A6F0E04BCDB54BDAE88BF642A84">
    <w:name w:val="4C77B5A6F0E04BCDB54BDAE88BF642A84"/>
    <w:rsid w:val="00D144A8"/>
    <w:pPr>
      <w:spacing w:line="256" w:lineRule="auto"/>
    </w:pPr>
    <w:rPr>
      <w:rFonts w:eastAsiaTheme="minorHAnsi"/>
      <w:lang w:eastAsia="en-US"/>
    </w:rPr>
  </w:style>
  <w:style w:type="paragraph" w:customStyle="1" w:styleId="EF20EBFD088C4B7992A08BABFBC290924">
    <w:name w:val="EF20EBFD088C4B7992A08BABFBC290924"/>
    <w:rsid w:val="00D144A8"/>
    <w:pPr>
      <w:spacing w:line="256" w:lineRule="auto"/>
    </w:pPr>
    <w:rPr>
      <w:rFonts w:eastAsiaTheme="minorHAnsi"/>
      <w:lang w:eastAsia="en-US"/>
    </w:rPr>
  </w:style>
  <w:style w:type="paragraph" w:customStyle="1" w:styleId="CDB302D648D94E3BA7E5B039F3D99AB24">
    <w:name w:val="CDB302D648D94E3BA7E5B039F3D99AB24"/>
    <w:rsid w:val="00D144A8"/>
    <w:pPr>
      <w:spacing w:line="256" w:lineRule="auto"/>
    </w:pPr>
    <w:rPr>
      <w:rFonts w:eastAsiaTheme="minorHAnsi"/>
      <w:lang w:eastAsia="en-US"/>
    </w:rPr>
  </w:style>
  <w:style w:type="paragraph" w:customStyle="1" w:styleId="295EF76DD1504A59BD1CFB53C0C6B9044">
    <w:name w:val="295EF76DD1504A59BD1CFB53C0C6B9044"/>
    <w:rsid w:val="00D144A8"/>
    <w:pPr>
      <w:spacing w:line="256" w:lineRule="auto"/>
    </w:pPr>
    <w:rPr>
      <w:rFonts w:eastAsiaTheme="minorHAnsi"/>
      <w:lang w:eastAsia="en-US"/>
    </w:rPr>
  </w:style>
  <w:style w:type="paragraph" w:customStyle="1" w:styleId="1EF685B60BD14C28BDC26559BFD2D1414">
    <w:name w:val="1EF685B60BD14C28BDC26559BFD2D1414"/>
    <w:rsid w:val="00D144A8"/>
    <w:pPr>
      <w:spacing w:line="256" w:lineRule="auto"/>
    </w:pPr>
    <w:rPr>
      <w:rFonts w:eastAsiaTheme="minorHAnsi"/>
      <w:lang w:eastAsia="en-US"/>
    </w:rPr>
  </w:style>
  <w:style w:type="paragraph" w:customStyle="1" w:styleId="56D11BFE2282433AAF16568FAAEFDD0D4">
    <w:name w:val="56D11BFE2282433AAF16568FAAEFDD0D4"/>
    <w:rsid w:val="00D144A8"/>
    <w:pPr>
      <w:spacing w:line="256" w:lineRule="auto"/>
    </w:pPr>
    <w:rPr>
      <w:rFonts w:eastAsiaTheme="minorHAnsi"/>
      <w:lang w:eastAsia="en-US"/>
    </w:rPr>
  </w:style>
  <w:style w:type="paragraph" w:customStyle="1" w:styleId="64EBF2EB42B24BDDBC8F06EAF859E8584">
    <w:name w:val="64EBF2EB42B24BDDBC8F06EAF859E8584"/>
    <w:rsid w:val="00D144A8"/>
    <w:pPr>
      <w:spacing w:line="256" w:lineRule="auto"/>
    </w:pPr>
    <w:rPr>
      <w:rFonts w:eastAsiaTheme="minorHAnsi"/>
      <w:lang w:eastAsia="en-US"/>
    </w:rPr>
  </w:style>
  <w:style w:type="paragraph" w:customStyle="1" w:styleId="4FAA13CBD4F748F2B049996FB24227174">
    <w:name w:val="4FAA13CBD4F748F2B049996FB24227174"/>
    <w:rsid w:val="00D144A8"/>
    <w:pPr>
      <w:spacing w:line="256" w:lineRule="auto"/>
    </w:pPr>
    <w:rPr>
      <w:rFonts w:eastAsiaTheme="minorHAnsi"/>
      <w:lang w:eastAsia="en-US"/>
    </w:rPr>
  </w:style>
  <w:style w:type="paragraph" w:customStyle="1" w:styleId="526E4AAC179643DBA0DB6466D1B7BD244">
    <w:name w:val="526E4AAC179643DBA0DB6466D1B7BD244"/>
    <w:rsid w:val="00D144A8"/>
    <w:pPr>
      <w:spacing w:line="256" w:lineRule="auto"/>
    </w:pPr>
    <w:rPr>
      <w:rFonts w:eastAsiaTheme="minorHAnsi"/>
      <w:lang w:eastAsia="en-US"/>
    </w:rPr>
  </w:style>
  <w:style w:type="paragraph" w:customStyle="1" w:styleId="B922651C281C4FA99049E09D63ED62504">
    <w:name w:val="B922651C281C4FA99049E09D63ED62504"/>
    <w:rsid w:val="00D144A8"/>
    <w:pPr>
      <w:spacing w:line="256" w:lineRule="auto"/>
    </w:pPr>
    <w:rPr>
      <w:rFonts w:eastAsiaTheme="minorHAnsi"/>
      <w:lang w:eastAsia="en-US"/>
    </w:rPr>
  </w:style>
  <w:style w:type="paragraph" w:customStyle="1" w:styleId="6700CD0EC2BB4CD8815D3846E8677C164">
    <w:name w:val="6700CD0EC2BB4CD8815D3846E8677C164"/>
    <w:rsid w:val="00D144A8"/>
    <w:pPr>
      <w:spacing w:line="256" w:lineRule="auto"/>
    </w:pPr>
    <w:rPr>
      <w:rFonts w:eastAsiaTheme="minorHAnsi"/>
      <w:lang w:eastAsia="en-US"/>
    </w:rPr>
  </w:style>
  <w:style w:type="paragraph" w:customStyle="1" w:styleId="785D02E5B91C4FE392AAB4A7BAA5800C4">
    <w:name w:val="785D02E5B91C4FE392AAB4A7BAA5800C4"/>
    <w:rsid w:val="00D144A8"/>
    <w:pPr>
      <w:spacing w:line="256" w:lineRule="auto"/>
    </w:pPr>
    <w:rPr>
      <w:rFonts w:eastAsiaTheme="minorHAnsi"/>
      <w:lang w:eastAsia="en-US"/>
    </w:rPr>
  </w:style>
  <w:style w:type="paragraph" w:customStyle="1" w:styleId="963D27F11ADB47D1956055A0F6FF3A884">
    <w:name w:val="963D27F11ADB47D1956055A0F6FF3A884"/>
    <w:rsid w:val="00D144A8"/>
    <w:pPr>
      <w:spacing w:line="256" w:lineRule="auto"/>
    </w:pPr>
    <w:rPr>
      <w:rFonts w:eastAsiaTheme="minorHAnsi"/>
      <w:lang w:eastAsia="en-US"/>
    </w:rPr>
  </w:style>
  <w:style w:type="paragraph" w:customStyle="1" w:styleId="B84DC439C5CB497DBA2C796C84B0E28A4">
    <w:name w:val="B84DC439C5CB497DBA2C796C84B0E28A4"/>
    <w:rsid w:val="00D144A8"/>
    <w:pPr>
      <w:spacing w:line="256" w:lineRule="auto"/>
    </w:pPr>
    <w:rPr>
      <w:rFonts w:eastAsiaTheme="minorHAnsi"/>
      <w:lang w:eastAsia="en-US"/>
    </w:rPr>
  </w:style>
  <w:style w:type="paragraph" w:customStyle="1" w:styleId="D118B5085CA442C18D2D01D05596093C4">
    <w:name w:val="D118B5085CA442C18D2D01D05596093C4"/>
    <w:rsid w:val="00D144A8"/>
    <w:pPr>
      <w:spacing w:line="256" w:lineRule="auto"/>
    </w:pPr>
    <w:rPr>
      <w:rFonts w:eastAsiaTheme="minorHAnsi"/>
      <w:lang w:eastAsia="en-US"/>
    </w:rPr>
  </w:style>
  <w:style w:type="paragraph" w:customStyle="1" w:styleId="1B5C9488432146D2832F29510E9C7BB84">
    <w:name w:val="1B5C9488432146D2832F29510E9C7BB84"/>
    <w:rsid w:val="00D144A8"/>
    <w:pPr>
      <w:spacing w:line="256" w:lineRule="auto"/>
    </w:pPr>
    <w:rPr>
      <w:rFonts w:eastAsiaTheme="minorHAnsi"/>
      <w:lang w:eastAsia="en-US"/>
    </w:rPr>
  </w:style>
  <w:style w:type="paragraph" w:customStyle="1" w:styleId="D028065894AE47EAA5B385994CD5ADF94">
    <w:name w:val="D028065894AE47EAA5B385994CD5ADF94"/>
    <w:rsid w:val="00D144A8"/>
    <w:pPr>
      <w:spacing w:line="256" w:lineRule="auto"/>
    </w:pPr>
    <w:rPr>
      <w:rFonts w:eastAsiaTheme="minorHAnsi"/>
      <w:lang w:eastAsia="en-US"/>
    </w:rPr>
  </w:style>
  <w:style w:type="paragraph" w:customStyle="1" w:styleId="DF7CE4216EF6434D96C9CFEA4826EF6E4">
    <w:name w:val="DF7CE4216EF6434D96C9CFEA4826EF6E4"/>
    <w:rsid w:val="00D144A8"/>
    <w:pPr>
      <w:spacing w:line="256" w:lineRule="auto"/>
    </w:pPr>
    <w:rPr>
      <w:rFonts w:eastAsiaTheme="minorHAnsi"/>
      <w:lang w:eastAsia="en-US"/>
    </w:rPr>
  </w:style>
  <w:style w:type="paragraph" w:customStyle="1" w:styleId="B9B60BC1235542A3A4331DC0376C760C4">
    <w:name w:val="B9B60BC1235542A3A4331DC0376C760C4"/>
    <w:rsid w:val="00D144A8"/>
    <w:pPr>
      <w:spacing w:line="256" w:lineRule="auto"/>
    </w:pPr>
    <w:rPr>
      <w:rFonts w:eastAsiaTheme="minorHAnsi"/>
      <w:lang w:eastAsia="en-US"/>
    </w:rPr>
  </w:style>
  <w:style w:type="paragraph" w:customStyle="1" w:styleId="D8AB6BC919754F699F3E4458158617324">
    <w:name w:val="D8AB6BC919754F699F3E4458158617324"/>
    <w:rsid w:val="00D144A8"/>
    <w:pPr>
      <w:spacing w:line="256" w:lineRule="auto"/>
    </w:pPr>
    <w:rPr>
      <w:rFonts w:eastAsiaTheme="minorHAnsi"/>
      <w:lang w:eastAsia="en-US"/>
    </w:rPr>
  </w:style>
  <w:style w:type="paragraph" w:customStyle="1" w:styleId="1746EEC40DC541A4BCE688BB97D2E0104">
    <w:name w:val="1746EEC40DC541A4BCE688BB97D2E0104"/>
    <w:rsid w:val="00D144A8"/>
    <w:pPr>
      <w:spacing w:line="256" w:lineRule="auto"/>
    </w:pPr>
    <w:rPr>
      <w:rFonts w:eastAsiaTheme="minorHAnsi"/>
      <w:lang w:eastAsia="en-US"/>
    </w:rPr>
  </w:style>
  <w:style w:type="paragraph" w:customStyle="1" w:styleId="3EFAF84F1D614DBB99DFBF77620EDF9F4">
    <w:name w:val="3EFAF84F1D614DBB99DFBF77620EDF9F4"/>
    <w:rsid w:val="00D144A8"/>
    <w:pPr>
      <w:spacing w:line="256" w:lineRule="auto"/>
    </w:pPr>
    <w:rPr>
      <w:rFonts w:eastAsiaTheme="minorHAnsi"/>
      <w:lang w:eastAsia="en-US"/>
    </w:rPr>
  </w:style>
  <w:style w:type="paragraph" w:customStyle="1" w:styleId="1435103CC6CB47F683E18AAA157CA7334">
    <w:name w:val="1435103CC6CB47F683E18AAA157CA7334"/>
    <w:rsid w:val="00D144A8"/>
    <w:pPr>
      <w:spacing w:line="256" w:lineRule="auto"/>
    </w:pPr>
    <w:rPr>
      <w:rFonts w:eastAsiaTheme="minorHAnsi"/>
      <w:lang w:eastAsia="en-US"/>
    </w:rPr>
  </w:style>
  <w:style w:type="paragraph" w:customStyle="1" w:styleId="C27330F45135408286155B6F72CBE8294">
    <w:name w:val="C27330F45135408286155B6F72CBE8294"/>
    <w:rsid w:val="00D144A8"/>
    <w:pPr>
      <w:spacing w:line="256" w:lineRule="auto"/>
    </w:pPr>
    <w:rPr>
      <w:rFonts w:eastAsiaTheme="minorHAnsi"/>
      <w:lang w:eastAsia="en-US"/>
    </w:rPr>
  </w:style>
  <w:style w:type="paragraph" w:customStyle="1" w:styleId="82B3E314E70E4F1289ECBAAF48983D4A4">
    <w:name w:val="82B3E314E70E4F1289ECBAAF48983D4A4"/>
    <w:rsid w:val="00D144A8"/>
    <w:pPr>
      <w:spacing w:line="256" w:lineRule="auto"/>
    </w:pPr>
    <w:rPr>
      <w:rFonts w:eastAsiaTheme="minorHAnsi"/>
      <w:lang w:eastAsia="en-US"/>
    </w:rPr>
  </w:style>
  <w:style w:type="paragraph" w:customStyle="1" w:styleId="0F98C2CF94EB422D9699C2B272122C034">
    <w:name w:val="0F98C2CF94EB422D9699C2B272122C034"/>
    <w:rsid w:val="00D144A8"/>
    <w:pPr>
      <w:spacing w:line="256" w:lineRule="auto"/>
    </w:pPr>
    <w:rPr>
      <w:rFonts w:eastAsiaTheme="minorHAnsi"/>
      <w:lang w:eastAsia="en-US"/>
    </w:rPr>
  </w:style>
  <w:style w:type="paragraph" w:customStyle="1" w:styleId="D7AE44D623B846BCB35B0BF7F8F457C94">
    <w:name w:val="D7AE44D623B846BCB35B0BF7F8F457C94"/>
    <w:rsid w:val="00D144A8"/>
    <w:pPr>
      <w:spacing w:line="256" w:lineRule="auto"/>
    </w:pPr>
    <w:rPr>
      <w:rFonts w:eastAsiaTheme="minorHAnsi"/>
      <w:lang w:eastAsia="en-US"/>
    </w:rPr>
  </w:style>
  <w:style w:type="paragraph" w:customStyle="1" w:styleId="1C9B500078734138A51A41AAAF3643884">
    <w:name w:val="1C9B500078734138A51A41AAAF3643884"/>
    <w:rsid w:val="00D144A8"/>
    <w:pPr>
      <w:spacing w:line="256" w:lineRule="auto"/>
    </w:pPr>
    <w:rPr>
      <w:rFonts w:eastAsiaTheme="minorHAnsi"/>
      <w:lang w:eastAsia="en-US"/>
    </w:rPr>
  </w:style>
  <w:style w:type="paragraph" w:customStyle="1" w:styleId="1619AC93AF4343188ED45E2B9EC44F2E4">
    <w:name w:val="1619AC93AF4343188ED45E2B9EC44F2E4"/>
    <w:rsid w:val="00D144A8"/>
    <w:pPr>
      <w:spacing w:line="25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P.C.HorseHealthDec.2016</Template>
  <TotalTime>23</TotalTime>
  <Pages>2</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Melanie Theed</cp:lastModifiedBy>
  <cp:revision>9</cp:revision>
  <dcterms:created xsi:type="dcterms:W3CDTF">2016-01-17T02:27:00Z</dcterms:created>
  <dcterms:modified xsi:type="dcterms:W3CDTF">2017-04-20T22:37:00Z</dcterms:modified>
</cp:coreProperties>
</file>